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0719BB" w:rsidRDefault="00BD76C3" w:rsidP="006C2343">
      <w:pPr>
        <w:pStyle w:val="Titul2"/>
      </w:pPr>
      <w:r w:rsidRPr="00577486">
        <w:t>Příloha č. 2 c)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12F7AC4B" w:rsidR="00BF54FE" w:rsidRPr="00D61BB3" w:rsidRDefault="00577486" w:rsidP="006C2343">
          <w:pPr>
            <w:pStyle w:val="Tituldatum"/>
            <w:rPr>
              <w:rStyle w:val="Nzevakce"/>
            </w:rPr>
          </w:pPr>
          <w:r w:rsidRPr="00577486">
            <w:rPr>
              <w:rStyle w:val="Nzevakce"/>
            </w:rPr>
            <w:t>Oprava TV v </w:t>
          </w:r>
          <w:proofErr w:type="spellStart"/>
          <w:r w:rsidRPr="00577486">
            <w:rPr>
              <w:rStyle w:val="Nzevakce"/>
            </w:rPr>
            <w:t>žst</w:t>
          </w:r>
          <w:proofErr w:type="spellEnd"/>
          <w:r w:rsidRPr="00577486">
            <w:rPr>
              <w:rStyle w:val="Nzevakce"/>
            </w:rPr>
            <w:t>. Brno Maloměřice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4BFEE22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577486" w:rsidRPr="00577486">
        <w:t>28</w:t>
      </w:r>
      <w:r w:rsidR="00C56FB9" w:rsidRPr="00577486">
        <w:t>.</w:t>
      </w:r>
      <w:r w:rsidR="00577486" w:rsidRPr="00577486">
        <w:t>0</w:t>
      </w:r>
      <w:r w:rsidR="00D83F33" w:rsidRPr="00577486">
        <w:t>2</w:t>
      </w:r>
      <w:r w:rsidR="00C56FB9" w:rsidRPr="00577486">
        <w:t>.202</w:t>
      </w:r>
      <w:r w:rsidR="00577486" w:rsidRPr="00577486">
        <w:t>3</w:t>
      </w:r>
      <w:proofErr w:type="gramEnd"/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99CE42F" w14:textId="0EDDA1F4" w:rsidR="00CE4B2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8575905" w:history="1">
        <w:r w:rsidR="00CE4B22" w:rsidRPr="007A2C81">
          <w:rPr>
            <w:rStyle w:val="Hypertextovodkaz"/>
          </w:rPr>
          <w:t>SEZNAM ZKRATEK</w:t>
        </w:r>
        <w:r w:rsidR="00CE4B22">
          <w:rPr>
            <w:noProof/>
            <w:webHidden/>
          </w:rPr>
          <w:tab/>
        </w:r>
        <w:r w:rsidR="00CE4B22">
          <w:rPr>
            <w:noProof/>
            <w:webHidden/>
          </w:rPr>
          <w:fldChar w:fldCharType="begin"/>
        </w:r>
        <w:r w:rsidR="00CE4B22">
          <w:rPr>
            <w:noProof/>
            <w:webHidden/>
          </w:rPr>
          <w:instrText xml:space="preserve"> PAGEREF _Toc128575905 \h </w:instrText>
        </w:r>
        <w:r w:rsidR="00CE4B22">
          <w:rPr>
            <w:noProof/>
            <w:webHidden/>
          </w:rPr>
        </w:r>
        <w:r w:rsidR="00CE4B22">
          <w:rPr>
            <w:noProof/>
            <w:webHidden/>
          </w:rPr>
          <w:fldChar w:fldCharType="separate"/>
        </w:r>
        <w:r w:rsidR="00CE4B22">
          <w:rPr>
            <w:noProof/>
            <w:webHidden/>
          </w:rPr>
          <w:t>2</w:t>
        </w:r>
        <w:r w:rsidR="00CE4B22">
          <w:rPr>
            <w:noProof/>
            <w:webHidden/>
          </w:rPr>
          <w:fldChar w:fldCharType="end"/>
        </w:r>
      </w:hyperlink>
    </w:p>
    <w:p w14:paraId="32EAAD60" w14:textId="00AFDD93" w:rsidR="00CE4B22" w:rsidRDefault="00CE4B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575906" w:history="1">
        <w:r w:rsidRPr="007A2C81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0A0E98" w14:textId="09F086E4" w:rsidR="00CE4B22" w:rsidRDefault="00CE4B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575907" w:history="1">
        <w:r w:rsidRPr="007A2C81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CDECB70" w14:textId="399F9951" w:rsidR="00CE4B22" w:rsidRDefault="00CE4B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75908" w:history="1">
        <w:r w:rsidRPr="007A2C81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A2F6906" w14:textId="61F5EA59" w:rsidR="00CE4B22" w:rsidRDefault="00CE4B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75909" w:history="1">
        <w:r w:rsidRPr="007A2C81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7DCBCC9" w14:textId="6D814DA3" w:rsidR="00CE4B22" w:rsidRDefault="00CE4B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575910" w:history="1">
        <w:r w:rsidRPr="007A2C81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A4327EF" w14:textId="1A043F8E" w:rsidR="00CE4B22" w:rsidRDefault="00CE4B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75911" w:history="1">
        <w:r w:rsidRPr="007A2C81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D5FEF83" w14:textId="3786EAAA" w:rsidR="00CE4B22" w:rsidRDefault="00CE4B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75912" w:history="1">
        <w:r w:rsidRPr="007A2C81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745FD0" w14:textId="6835A340" w:rsidR="00CE4B22" w:rsidRDefault="00CE4B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575913" w:history="1">
        <w:r w:rsidRPr="007A2C81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8C85A1" w14:textId="7C27B13E" w:rsidR="00CE4B22" w:rsidRDefault="00CE4B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575914" w:history="1">
        <w:r w:rsidRPr="007A2C81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CEF4DE1" w14:textId="5CD37CB4" w:rsidR="00CE4B22" w:rsidRDefault="00CE4B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75915" w:history="1">
        <w:r w:rsidRPr="007A2C81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38B62CA" w14:textId="112688AE" w:rsidR="00CE4B22" w:rsidRDefault="00CE4B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75916" w:history="1">
        <w:r w:rsidRPr="007A2C81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559C61D" w14:textId="573E4899" w:rsidR="00CE4B22" w:rsidRDefault="00CE4B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75917" w:history="1">
        <w:r w:rsidRPr="007A2C81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011FB24" w14:textId="66A82B35" w:rsidR="00CE4B22" w:rsidRDefault="00CE4B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75918" w:history="1">
        <w:r w:rsidRPr="007A2C81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CDC34D2" w14:textId="4E90FDFB" w:rsidR="00CE4B22" w:rsidRDefault="00CE4B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75919" w:history="1">
        <w:r w:rsidRPr="007A2C81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6E34497" w14:textId="4E4A1EE4" w:rsidR="00CE4B22" w:rsidRDefault="00CE4B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75920" w:history="1">
        <w:r w:rsidRPr="007A2C81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7CB3656" w14:textId="5C98B50B" w:rsidR="00CE4B22" w:rsidRDefault="00CE4B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75921" w:history="1">
        <w:r w:rsidRPr="007A2C81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9F06725" w14:textId="6FEAF343" w:rsidR="00CE4B22" w:rsidRDefault="00CE4B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575922" w:history="1">
        <w:r w:rsidRPr="007A2C81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6B1D17A" w14:textId="164ED1BD" w:rsidR="00CE4B22" w:rsidRDefault="00CE4B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575923" w:history="1">
        <w:r w:rsidRPr="007A2C81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A2C81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_Toc128575923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0D8D7FD" w14:textId="69C08435" w:rsidR="00AD0C7B" w:rsidRDefault="00BD7E91" w:rsidP="008D03B9">
      <w:r>
        <w:fldChar w:fldCharType="end"/>
      </w:r>
    </w:p>
    <w:p w14:paraId="12EE2881" w14:textId="78587AFA" w:rsidR="009C7A33" w:rsidRDefault="009C7A33" w:rsidP="008D03B9"/>
    <w:p w14:paraId="7572BEAE" w14:textId="77777777" w:rsidR="00516B47" w:rsidRDefault="00516B47" w:rsidP="008D03B9">
      <w:bookmarkStart w:id="0" w:name="_GoBack"/>
      <w:bookmarkEnd w:id="0"/>
    </w:p>
    <w:p w14:paraId="37B62548" w14:textId="1E562B88" w:rsidR="009C7A33" w:rsidRDefault="009C7A33" w:rsidP="008D03B9"/>
    <w:p w14:paraId="6AD0C09E" w14:textId="6D5078AE" w:rsidR="009C7A33" w:rsidRDefault="009C7A33" w:rsidP="008D03B9"/>
    <w:p w14:paraId="43329F20" w14:textId="77777777" w:rsidR="009C7A33" w:rsidRDefault="009C7A33" w:rsidP="008D03B9"/>
    <w:p w14:paraId="2D5FCA99" w14:textId="77777777" w:rsidR="0057094A" w:rsidRDefault="0057094A" w:rsidP="0057094A">
      <w:pPr>
        <w:pStyle w:val="Nadpisbezsl1-1"/>
        <w:outlineLvl w:val="0"/>
      </w:pPr>
      <w:bookmarkStart w:id="1" w:name="_Toc128128709"/>
      <w:bookmarkStart w:id="2" w:name="_Toc13731854"/>
      <w:bookmarkStart w:id="3" w:name="_Toc128575905"/>
      <w:r>
        <w:t>SEZNAM ZKRATEK</w:t>
      </w:r>
      <w:bookmarkEnd w:id="1"/>
      <w:bookmarkEnd w:id="3"/>
      <w:r>
        <w:t xml:space="preserve"> </w:t>
      </w:r>
      <w:bookmarkEnd w:id="2"/>
    </w:p>
    <w:p w14:paraId="4EEC25C0" w14:textId="77777777" w:rsidR="0057094A" w:rsidRDefault="0057094A" w:rsidP="0057094A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54710C3E" w14:textId="77777777" w:rsidR="0057094A" w:rsidRPr="003B5AAE" w:rsidRDefault="0057094A" w:rsidP="0057094A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7094A" w:rsidRPr="00AD0C7B" w14:paraId="52835ACA" w14:textId="77777777" w:rsidTr="0057094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EF8A08" w14:textId="77777777" w:rsidR="0057094A" w:rsidRPr="00AD0C7B" w:rsidRDefault="0057094A" w:rsidP="0057094A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8F10C5" w14:textId="77777777" w:rsidR="0057094A" w:rsidRPr="006115D3" w:rsidRDefault="0057094A" w:rsidP="0057094A">
            <w:pPr>
              <w:pStyle w:val="Zkratky2"/>
            </w:pPr>
            <w:r>
              <w:t>Elektronický stavební deník</w:t>
            </w:r>
          </w:p>
        </w:tc>
      </w:tr>
      <w:tr w:rsidR="0057094A" w:rsidRPr="00AD0C7B" w14:paraId="34A4A1D1" w14:textId="77777777" w:rsidTr="0057094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3ECFBA" w14:textId="77777777" w:rsidR="0057094A" w:rsidRDefault="0057094A" w:rsidP="0057094A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B3CBF7" w14:textId="77777777" w:rsidR="0057094A" w:rsidRDefault="0057094A" w:rsidP="0057094A">
            <w:pPr>
              <w:pStyle w:val="Zkratky2"/>
            </w:pPr>
            <w:r>
              <w:t>Opravné a údržbové akce</w:t>
            </w:r>
          </w:p>
        </w:tc>
      </w:tr>
      <w:tr w:rsidR="0057094A" w:rsidRPr="00AD0C7B" w14:paraId="42EA48A5" w14:textId="77777777" w:rsidTr="0057094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E095A9" w14:textId="77777777" w:rsidR="0057094A" w:rsidRDefault="0057094A" w:rsidP="0057094A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DA39DB" w14:textId="77777777" w:rsidR="0057094A" w:rsidRDefault="0057094A" w:rsidP="0057094A">
            <w:pPr>
              <w:pStyle w:val="Zkratky2"/>
            </w:pPr>
            <w:r w:rsidRPr="00F92E3A">
              <w:t>Úprava majetkových vztahů v železničních stanicích</w:t>
            </w:r>
          </w:p>
        </w:tc>
      </w:tr>
      <w:tr w:rsidR="0057094A" w:rsidRPr="00AD0C7B" w14:paraId="66A37D50" w14:textId="77777777" w:rsidTr="0057094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F1C3B9" w14:textId="77777777" w:rsidR="0057094A" w:rsidRPr="00AD0C7B" w:rsidRDefault="0057094A" w:rsidP="0057094A">
            <w:pPr>
              <w:pStyle w:val="Zkratky1"/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EE6B9F" w14:textId="77777777" w:rsidR="0057094A" w:rsidRPr="006115D3" w:rsidRDefault="0057094A" w:rsidP="0057094A">
            <w:pPr>
              <w:pStyle w:val="Zkratky2"/>
            </w:pPr>
            <w:r w:rsidRPr="00462EF1">
              <w:t>Správa železnic, státní organizace</w:t>
            </w:r>
          </w:p>
        </w:tc>
      </w:tr>
      <w:tr w:rsidR="0057094A" w:rsidRPr="00AD0C7B" w14:paraId="1755613F" w14:textId="77777777" w:rsidTr="0057094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0B5C00" w14:textId="77777777" w:rsidR="0057094A" w:rsidRPr="00AD0C7B" w:rsidRDefault="0057094A" w:rsidP="0057094A">
            <w:pPr>
              <w:pStyle w:val="Zkratky1"/>
            </w:pPr>
            <w:r>
              <w:t>VN …………...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D54218" w14:textId="77777777" w:rsidR="0057094A" w:rsidRPr="006115D3" w:rsidRDefault="0057094A" w:rsidP="0057094A">
            <w:pPr>
              <w:pStyle w:val="Zkratky2"/>
            </w:pPr>
            <w:r>
              <w:t>Vysoké napětí</w:t>
            </w:r>
          </w:p>
        </w:tc>
      </w:tr>
      <w:tr w:rsidR="0057094A" w:rsidRPr="00AD0C7B" w14:paraId="4381C3C7" w14:textId="77777777" w:rsidTr="0057094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806F26" w14:textId="77777777" w:rsidR="0057094A" w:rsidRDefault="0057094A" w:rsidP="0057094A">
            <w:pPr>
              <w:pStyle w:val="Zkratky1"/>
            </w:pPr>
            <w:r>
              <w:t>NN 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34E6A8" w14:textId="77777777" w:rsidR="0057094A" w:rsidRPr="00F92E3A" w:rsidRDefault="0057094A" w:rsidP="0057094A">
            <w:pPr>
              <w:pStyle w:val="Zkratky2"/>
            </w:pPr>
            <w:r>
              <w:t>Nízké napětí</w:t>
            </w:r>
          </w:p>
        </w:tc>
      </w:tr>
      <w:tr w:rsidR="0057094A" w:rsidRPr="00AD0C7B" w14:paraId="0AB2E4C8" w14:textId="77777777" w:rsidTr="0057094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406FCC" w14:textId="77777777" w:rsidR="0057094A" w:rsidRPr="00AD0C7B" w:rsidRDefault="0057094A" w:rsidP="0057094A">
            <w:pPr>
              <w:pStyle w:val="Zkratky1"/>
            </w:pPr>
            <w:r>
              <w:t>PD 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0DE264" w14:textId="77777777" w:rsidR="0057094A" w:rsidRPr="006115D3" w:rsidRDefault="0057094A" w:rsidP="0057094A">
            <w:pPr>
              <w:pStyle w:val="Zkratky2"/>
            </w:pPr>
            <w:r>
              <w:t>Projektová dokumentace</w:t>
            </w:r>
          </w:p>
        </w:tc>
      </w:tr>
      <w:tr w:rsidR="0057094A" w:rsidRPr="00AD0C7B" w14:paraId="596EE59E" w14:textId="77777777" w:rsidTr="0057094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FF86F4" w14:textId="77777777" w:rsidR="0057094A" w:rsidRDefault="0057094A" w:rsidP="0057094A">
            <w:pPr>
              <w:pStyle w:val="Zkratky1"/>
            </w:pPr>
            <w:proofErr w:type="spellStart"/>
            <w:r>
              <w:t>Žst</w:t>
            </w:r>
            <w:proofErr w:type="spellEnd"/>
            <w:r>
              <w:t>.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E8FE41" w14:textId="77777777" w:rsidR="0057094A" w:rsidRDefault="0057094A" w:rsidP="0057094A">
            <w:pPr>
              <w:pStyle w:val="Zkratky2"/>
            </w:pPr>
            <w:r>
              <w:t>Železniční stanice</w:t>
            </w:r>
          </w:p>
        </w:tc>
      </w:tr>
      <w:tr w:rsidR="0057094A" w:rsidRPr="00AD0C7B" w14:paraId="107454F8" w14:textId="77777777" w:rsidTr="0057094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6BCEB8" w14:textId="77777777" w:rsidR="0057094A" w:rsidRDefault="0057094A" w:rsidP="0057094A">
            <w:pPr>
              <w:pStyle w:val="Zkratky1"/>
            </w:pPr>
            <w:r>
              <w:t>TS ……………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62708" w14:textId="77777777" w:rsidR="0057094A" w:rsidRDefault="0057094A" w:rsidP="0057094A">
            <w:pPr>
              <w:pStyle w:val="Zkratky2"/>
            </w:pPr>
            <w:r>
              <w:t>Trafostanice</w:t>
            </w:r>
          </w:p>
        </w:tc>
      </w:tr>
      <w:tr w:rsidR="0057094A" w:rsidRPr="00AD0C7B" w14:paraId="60AEB968" w14:textId="77777777" w:rsidTr="0057094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C799F" w14:textId="77777777" w:rsidR="0057094A" w:rsidRDefault="0057094A" w:rsidP="0057094A">
            <w:pPr>
              <w:pStyle w:val="Zkratky1"/>
            </w:pPr>
            <w:r>
              <w:t>EOV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02A632" w14:textId="77777777" w:rsidR="0057094A" w:rsidRDefault="0057094A" w:rsidP="0057094A">
            <w:pPr>
              <w:pStyle w:val="Zkratky2"/>
            </w:pPr>
            <w:r>
              <w:t>Elektrický ohřev výměn</w:t>
            </w:r>
          </w:p>
        </w:tc>
      </w:tr>
      <w:tr w:rsidR="0057094A" w:rsidRPr="00AD0C7B" w14:paraId="604F6622" w14:textId="77777777" w:rsidTr="0057094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0BC48B" w14:textId="77777777" w:rsidR="0057094A" w:rsidRDefault="0057094A" w:rsidP="0057094A">
            <w:pPr>
              <w:pStyle w:val="Zkratky1"/>
            </w:pPr>
            <w:r>
              <w:t>TV ……………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7FC258" w14:textId="77777777" w:rsidR="0057094A" w:rsidRDefault="0057094A" w:rsidP="0057094A">
            <w:pPr>
              <w:pStyle w:val="Zkratky2"/>
            </w:pPr>
            <w:r>
              <w:t>Trakční vedení</w:t>
            </w:r>
          </w:p>
        </w:tc>
      </w:tr>
      <w:tr w:rsidR="0057094A" w:rsidRPr="00AD0C7B" w14:paraId="1445765A" w14:textId="77777777" w:rsidTr="0057094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0E2115" w14:textId="77777777" w:rsidR="0057094A" w:rsidRDefault="0057094A" w:rsidP="0057094A">
            <w:pPr>
              <w:pStyle w:val="Zkratky1"/>
            </w:pPr>
            <w:r>
              <w:t>ZTP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1810B2" w14:textId="77777777" w:rsidR="0057094A" w:rsidRDefault="0057094A" w:rsidP="0057094A">
            <w:pPr>
              <w:pStyle w:val="Zkratky2"/>
            </w:pPr>
            <w:r>
              <w:t>Zvláštní technické podmínky</w:t>
            </w:r>
          </w:p>
        </w:tc>
      </w:tr>
      <w:tr w:rsidR="0057094A" w:rsidRPr="00AD0C7B" w14:paraId="3920DA4C" w14:textId="77777777" w:rsidTr="0057094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DA0D92" w14:textId="77777777" w:rsidR="0057094A" w:rsidRDefault="0057094A" w:rsidP="0057094A">
            <w:pPr>
              <w:pStyle w:val="Zkratky1"/>
            </w:pPr>
            <w:r>
              <w:t>VTP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4780B2" w14:textId="77777777" w:rsidR="0057094A" w:rsidRDefault="0057094A" w:rsidP="0057094A">
            <w:pPr>
              <w:pStyle w:val="Zkratky2"/>
            </w:pPr>
            <w:r>
              <w:t>Technické podmínky na realizaci staveb drah v platném znění</w:t>
            </w:r>
          </w:p>
        </w:tc>
      </w:tr>
      <w:tr w:rsidR="0057094A" w:rsidRPr="00D52AB6" w14:paraId="0F594C7E" w14:textId="77777777" w:rsidTr="0057094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6360D7" w14:textId="77777777" w:rsidR="0057094A" w:rsidRPr="00D52AB6" w:rsidRDefault="0057094A" w:rsidP="0057094A">
            <w:pPr>
              <w:pStyle w:val="Zkratky1"/>
            </w:pPr>
            <w:r w:rsidRPr="00D52AB6">
              <w:t xml:space="preserve">SEE </w:t>
            </w:r>
            <w:r w:rsidRPr="00D52AB6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86D9AB" w14:textId="77777777" w:rsidR="0057094A" w:rsidRPr="00D52AB6" w:rsidRDefault="0057094A" w:rsidP="0057094A">
            <w:pPr>
              <w:pStyle w:val="Zkratky2"/>
            </w:pPr>
            <w:r w:rsidRPr="00D52AB6">
              <w:t>Správa elektrotechniky a energetiky</w:t>
            </w:r>
          </w:p>
        </w:tc>
      </w:tr>
    </w:tbl>
    <w:p w14:paraId="52B583A1" w14:textId="3D20202E" w:rsidR="0057094A" w:rsidRDefault="0057094A" w:rsidP="0057094A">
      <w:pPr>
        <w:spacing w:after="240" w:line="264" w:lineRule="auto"/>
      </w:pPr>
    </w:p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4" w:name="_Toc128575906"/>
      <w:r w:rsidRPr="00F92E3A">
        <w:lastRenderedPageBreak/>
        <w:t>Pojmy a definice</w:t>
      </w:r>
      <w:bookmarkEnd w:id="4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samostatně pro jednotlivé </w:t>
      </w:r>
      <w:proofErr w:type="gramStart"/>
      <w:r w:rsidRPr="00F92E3A">
        <w:rPr>
          <w:sz w:val="18"/>
          <w:szCs w:val="18"/>
        </w:rPr>
        <w:t>objekty.</w:t>
      </w:r>
      <w:proofErr w:type="gramEnd"/>
      <w:r w:rsidRPr="00F92E3A">
        <w:rPr>
          <w:sz w:val="18"/>
          <w:szCs w:val="18"/>
        </w:rPr>
        <w:t xml:space="preserve">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</w:t>
      </w:r>
      <w:proofErr w:type="gramStart"/>
      <w:r w:rsidRPr="00F92E3A">
        <w:rPr>
          <w:sz w:val="18"/>
          <w:szCs w:val="18"/>
        </w:rPr>
        <w:t>není</w:t>
      </w:r>
      <w:proofErr w:type="gramEnd"/>
      <w:r w:rsidRPr="00F92E3A">
        <w:rPr>
          <w:sz w:val="18"/>
          <w:szCs w:val="18"/>
        </w:rPr>
        <w:t xml:space="preserve"> OP </w:t>
      </w:r>
      <w:proofErr w:type="gramStart"/>
      <w:r w:rsidRPr="00F92E3A">
        <w:rPr>
          <w:sz w:val="18"/>
          <w:szCs w:val="18"/>
        </w:rPr>
        <w:t>stanoveno</w:t>
      </w:r>
      <w:proofErr w:type="gramEnd"/>
      <w:r w:rsidRPr="00F92E3A">
        <w:rPr>
          <w:sz w:val="18"/>
          <w:szCs w:val="18"/>
        </w:rPr>
        <w:t xml:space="preserve">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 xml:space="preserve"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</w:t>
      </w:r>
      <w:proofErr w:type="gramStart"/>
      <w:r w:rsidRPr="00F92E3A">
        <w:rPr>
          <w:sz w:val="18"/>
          <w:szCs w:val="18"/>
        </w:rPr>
        <w:t>dokumentací</w:t>
      </w:r>
      <w:proofErr w:type="gramEnd"/>
      <w:r w:rsidRPr="00F92E3A">
        <w:rPr>
          <w:sz w:val="18"/>
          <w:szCs w:val="18"/>
        </w:rPr>
        <w:t xml:space="preserve">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 veřejného rozpočtu, </w:t>
      </w:r>
      <w:proofErr w:type="gramStart"/>
      <w:r w:rsidRPr="00F92E3A">
        <w:rPr>
          <w:sz w:val="18"/>
          <w:szCs w:val="18"/>
        </w:rPr>
        <w:t>které</w:t>
      </w:r>
      <w:proofErr w:type="gramEnd"/>
      <w:r w:rsidRPr="00F92E3A">
        <w:rPr>
          <w:sz w:val="18"/>
          <w:szCs w:val="18"/>
        </w:rPr>
        <w:t xml:space="preserve">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5" w:name="_Toc6410429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bookmarkStart w:id="11" w:name="_Toc128575907"/>
      <w:r w:rsidRPr="00782CE4">
        <w:lastRenderedPageBreak/>
        <w:t>SPECIFIKACE</w:t>
      </w:r>
      <w:r>
        <w:t xml:space="preserve"> PŘEDMĚTU DÍLA</w:t>
      </w:r>
      <w:bookmarkEnd w:id="5"/>
      <w:bookmarkEnd w:id="11"/>
    </w:p>
    <w:p w14:paraId="05AE8C5C" w14:textId="77777777" w:rsidR="00DF7BAA" w:rsidRDefault="00DF7BAA" w:rsidP="00DF7BAA">
      <w:pPr>
        <w:pStyle w:val="Nadpis2-2"/>
      </w:pPr>
      <w:bookmarkStart w:id="12" w:name="_Toc6410430"/>
      <w:bookmarkStart w:id="13" w:name="_Toc128575908"/>
      <w:r>
        <w:t>Účel a rozsah předmětu Díla</w:t>
      </w:r>
      <w:bookmarkEnd w:id="12"/>
      <w:bookmarkEnd w:id="13"/>
    </w:p>
    <w:p w14:paraId="144B4FC2" w14:textId="566B9503" w:rsidR="00DF7BAA" w:rsidRPr="00A16611" w:rsidRDefault="00DF7BAA" w:rsidP="0057094A">
      <w:pPr>
        <w:pStyle w:val="Text2-1"/>
      </w:pPr>
      <w:r w:rsidRPr="00A16611">
        <w:t xml:space="preserve">Předmětem díla je zhotovení stavby </w:t>
      </w:r>
      <w:r w:rsidRPr="0057094A">
        <w:t>„</w:t>
      </w:r>
      <w:r w:rsidR="00577486" w:rsidRPr="0057094A">
        <w:t xml:space="preserve">Oprava TV v </w:t>
      </w:r>
      <w:proofErr w:type="spellStart"/>
      <w:r w:rsidR="00577486" w:rsidRPr="0057094A">
        <w:t>žst</w:t>
      </w:r>
      <w:proofErr w:type="spellEnd"/>
      <w:r w:rsidR="00577486" w:rsidRPr="0057094A">
        <w:t>. Brno Maloměřice</w:t>
      </w:r>
      <w:r w:rsidRPr="0057094A">
        <w:t>“</w:t>
      </w:r>
      <w:r w:rsidR="00EC4FA5" w:rsidRPr="0057094A">
        <w:t>,</w:t>
      </w:r>
      <w:r w:rsidRPr="00A16611">
        <w:t xml:space="preserve"> jejímž cílem je </w:t>
      </w:r>
      <w:r w:rsidR="0057094A" w:rsidRPr="0057094A">
        <w:t xml:space="preserve">odstranění rizikového místa trakčního vedení 25kV/50Hz v </w:t>
      </w:r>
      <w:proofErr w:type="spellStart"/>
      <w:r w:rsidR="0057094A" w:rsidRPr="0057094A">
        <w:t>žst</w:t>
      </w:r>
      <w:proofErr w:type="spellEnd"/>
      <w:r w:rsidR="0057094A" w:rsidRPr="0057094A">
        <w:t>. Brno Maloměřice</w:t>
      </w:r>
      <w:r w:rsidR="0057094A">
        <w:t>,</w:t>
      </w:r>
      <w:r w:rsidR="0057094A" w:rsidRPr="0057094A">
        <w:t xml:space="preserve"> dle zpracované projektové dokumentace</w:t>
      </w:r>
      <w:r w:rsidR="0057094A">
        <w:t>,</w:t>
      </w:r>
      <w:r w:rsidR="0057094A" w:rsidRPr="0057094A">
        <w:t xml:space="preserve"> pro omezení vzniku poruch a zajištění sjízdnosti troleje traťovou rychlostí</w:t>
      </w:r>
      <w:r w:rsidR="0057094A">
        <w:t>.</w:t>
      </w:r>
    </w:p>
    <w:p w14:paraId="29AAB0CD" w14:textId="5ACA7A53" w:rsidR="00E70AB8" w:rsidRPr="0057094A" w:rsidRDefault="00A16611" w:rsidP="00577486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Díla </w:t>
      </w:r>
      <w:r w:rsidRPr="0057094A">
        <w:t>„</w:t>
      </w:r>
      <w:r w:rsidR="00577486" w:rsidRPr="0057094A">
        <w:t xml:space="preserve">Oprava TV v </w:t>
      </w:r>
      <w:proofErr w:type="spellStart"/>
      <w:r w:rsidR="00577486" w:rsidRPr="0057094A">
        <w:t>žst</w:t>
      </w:r>
      <w:proofErr w:type="spellEnd"/>
      <w:r w:rsidR="00577486" w:rsidRPr="0057094A">
        <w:t>. Brno Maloměřice</w:t>
      </w:r>
      <w:r w:rsidRPr="0057094A">
        <w:t xml:space="preserve">“ </w:t>
      </w:r>
      <w:r w:rsidR="0057094A">
        <w:t>j</w:t>
      </w:r>
      <w:r w:rsidRPr="0057094A">
        <w:t>e</w:t>
      </w:r>
      <w:r w:rsidR="0057094A" w:rsidRPr="0057094A">
        <w:t xml:space="preserve"> </w:t>
      </w:r>
      <w:r w:rsidR="0057094A" w:rsidRPr="0057094A">
        <w:rPr>
          <w:rFonts w:eastAsia="Calibri"/>
        </w:rPr>
        <w:t xml:space="preserve">oprava trakčního vedení nad kolejemi č. 92, 126c a 544 v </w:t>
      </w:r>
      <w:proofErr w:type="spellStart"/>
      <w:r w:rsidR="0057094A" w:rsidRPr="0057094A">
        <w:rPr>
          <w:rFonts w:eastAsia="Calibri"/>
        </w:rPr>
        <w:t>žst</w:t>
      </w:r>
      <w:proofErr w:type="spellEnd"/>
      <w:r w:rsidR="0057094A" w:rsidRPr="0057094A">
        <w:rPr>
          <w:rFonts w:eastAsia="Calibri"/>
        </w:rPr>
        <w:t>. Brno Maloměřice v oblasti pod mostem v obvodu St. 4, kde je stávající uchycení TV v současné době realizováno do uchycení mostu, který je v havarijním stavu. Dojde k opravě dotčené části TV a přeložení odtahu TV tak, aby nebyl uchycen na konstrukci mostu. Na dotčeném zařízení budou v rámci realizace provedeny i příslušné revize a zkoušky UTZ, včetně zápisu do průkazu způsobilosti</w:t>
      </w:r>
      <w:r w:rsidR="0057094A">
        <w:rPr>
          <w:rFonts w:eastAsia="Calibri"/>
        </w:rPr>
        <w:t>.</w:t>
      </w:r>
      <w:r w:rsidR="008B6573">
        <w:rPr>
          <w:rFonts w:eastAsia="Calibri"/>
        </w:rPr>
        <w:t xml:space="preserve"> Dále v rámci této stavby požadujeme provést aktualizaci koordinačních schémat </w:t>
      </w:r>
      <w:proofErr w:type="spellStart"/>
      <w:r w:rsidR="008B6573">
        <w:rPr>
          <w:rFonts w:eastAsia="Calibri"/>
        </w:rPr>
        <w:t>ukolejnění</w:t>
      </w:r>
      <w:proofErr w:type="spellEnd"/>
      <w:r w:rsidR="008B6573">
        <w:rPr>
          <w:rFonts w:eastAsia="Calibri"/>
        </w:rPr>
        <w:t xml:space="preserve"> a trakčních propojení a také polohových plánů trakčního vedení celé </w:t>
      </w:r>
      <w:proofErr w:type="spellStart"/>
      <w:r w:rsidR="008B6573">
        <w:rPr>
          <w:rFonts w:eastAsia="Calibri"/>
        </w:rPr>
        <w:t>žst</w:t>
      </w:r>
      <w:proofErr w:type="spellEnd"/>
      <w:r w:rsidR="008B6573">
        <w:rPr>
          <w:rFonts w:eastAsia="Calibri"/>
        </w:rPr>
        <w:t>. Brno Maloměřice.</w:t>
      </w:r>
    </w:p>
    <w:p w14:paraId="79B5C973" w14:textId="77777777" w:rsidR="00DF7BAA" w:rsidRDefault="00DF7BAA" w:rsidP="00DF7BAA">
      <w:pPr>
        <w:pStyle w:val="Nadpis2-2"/>
      </w:pPr>
      <w:bookmarkStart w:id="14" w:name="_Toc6410431"/>
      <w:bookmarkStart w:id="15" w:name="_Toc128575909"/>
      <w:r>
        <w:t>Umístění stavby</w:t>
      </w:r>
      <w:bookmarkEnd w:id="14"/>
      <w:bookmarkEnd w:id="15"/>
    </w:p>
    <w:p w14:paraId="2F0403DD" w14:textId="719511F0" w:rsidR="00DF7BAA" w:rsidRDefault="00DF7BAA" w:rsidP="00425086">
      <w:pPr>
        <w:pStyle w:val="Text2-1"/>
      </w:pPr>
      <w:r>
        <w:t xml:space="preserve">Stavba bude probíhat </w:t>
      </w:r>
      <w:r w:rsidR="00EF0F30">
        <w:t>v </w:t>
      </w:r>
      <w:proofErr w:type="spellStart"/>
      <w:r w:rsidR="00EF0F30">
        <w:t>žst</w:t>
      </w:r>
      <w:proofErr w:type="spellEnd"/>
      <w:r w:rsidR="00EF0F30">
        <w:t>. Brno – Maloměřice, kraj Jihomoravský</w:t>
      </w:r>
      <w:r>
        <w:t>.</w:t>
      </w:r>
    </w:p>
    <w:p w14:paraId="481509A7" w14:textId="77777777" w:rsidR="00DF7BAA" w:rsidRDefault="00DF7BAA" w:rsidP="00DF7BAA">
      <w:pPr>
        <w:pStyle w:val="Nadpis2-1"/>
      </w:pPr>
      <w:bookmarkStart w:id="16" w:name="_Toc6410432"/>
      <w:bookmarkStart w:id="17" w:name="_Toc128575910"/>
      <w:r>
        <w:t>PŘEHLED VÝCHOZÍCH PODKLADŮ</w:t>
      </w:r>
      <w:bookmarkEnd w:id="16"/>
      <w:bookmarkEnd w:id="17"/>
    </w:p>
    <w:p w14:paraId="6A2039BC" w14:textId="77777777" w:rsidR="00DF7BAA" w:rsidRDefault="00DF7BAA" w:rsidP="00DF7BAA">
      <w:pPr>
        <w:pStyle w:val="Nadpis2-2"/>
      </w:pPr>
      <w:bookmarkStart w:id="18" w:name="_Toc6410433"/>
      <w:bookmarkStart w:id="19" w:name="_Toc128575911"/>
      <w:r>
        <w:t>Projektová dokumentace</w:t>
      </w:r>
      <w:bookmarkEnd w:id="18"/>
      <w:bookmarkEnd w:id="19"/>
    </w:p>
    <w:p w14:paraId="7153DAFA" w14:textId="23188397" w:rsidR="00615BEC" w:rsidRDefault="00615BEC" w:rsidP="00577486">
      <w:pPr>
        <w:pStyle w:val="Text2-1"/>
      </w:pPr>
      <w:r>
        <w:t>Projektová dokumentace „</w:t>
      </w:r>
      <w:r w:rsidR="00577486" w:rsidRPr="00577486">
        <w:t>OPRAVA ZAŘÍZENÍ VE SPRÁVĚ SEE BRNO</w:t>
      </w:r>
      <w:r w:rsidR="00577486">
        <w:t>, SO01</w:t>
      </w:r>
      <w:r w:rsidR="00577486" w:rsidRPr="00577486">
        <w:t xml:space="preserve"> Oprava TV nad kol. </w:t>
      </w:r>
      <w:proofErr w:type="gramStart"/>
      <w:r w:rsidR="00577486" w:rsidRPr="00577486">
        <w:t>č.</w:t>
      </w:r>
      <w:proofErr w:type="gramEnd"/>
      <w:r w:rsidR="00577486" w:rsidRPr="00577486">
        <w:t xml:space="preserve"> 92,126c, 544 v ŽST Brno Maloměřice</w:t>
      </w:r>
      <w:r>
        <w:t>“, zpracovatel</w:t>
      </w:r>
      <w:r w:rsidR="00577486">
        <w:t xml:space="preserve"> </w:t>
      </w:r>
      <w:r w:rsidR="00577486" w:rsidRPr="00577486">
        <w:t>SUDOP BRNO, spol. s r.o.</w:t>
      </w:r>
      <w:r w:rsidR="00577486">
        <w:t xml:space="preserve">, </w:t>
      </w:r>
      <w:r>
        <w:t xml:space="preserve">datum </w:t>
      </w:r>
      <w:r w:rsidR="00577486">
        <w:t>10/2021.</w:t>
      </w:r>
    </w:p>
    <w:p w14:paraId="7E7D0F71" w14:textId="005CED14" w:rsidR="008B6573" w:rsidRPr="00615BEC" w:rsidRDefault="008B6573" w:rsidP="008B6573">
      <w:pPr>
        <w:pStyle w:val="Text2-1"/>
      </w:pPr>
      <w:r>
        <w:t xml:space="preserve">Stávající dostupná </w:t>
      </w:r>
      <w:r w:rsidRPr="008B6573">
        <w:t>koordinační schémat</w:t>
      </w:r>
      <w:r>
        <w:t>a</w:t>
      </w:r>
      <w:r w:rsidRPr="008B6573">
        <w:t xml:space="preserve"> </w:t>
      </w:r>
      <w:proofErr w:type="spellStart"/>
      <w:r w:rsidRPr="008B6573">
        <w:t>ukolejnění</w:t>
      </w:r>
      <w:proofErr w:type="spellEnd"/>
      <w:r w:rsidRPr="008B6573">
        <w:t xml:space="preserve"> a trakčních propojení a </w:t>
      </w:r>
      <w:r>
        <w:t xml:space="preserve">stávající </w:t>
      </w:r>
      <w:r w:rsidRPr="008B6573">
        <w:t>polohov</w:t>
      </w:r>
      <w:r>
        <w:t>é</w:t>
      </w:r>
      <w:r w:rsidRPr="008B6573">
        <w:t xml:space="preserve"> plán</w:t>
      </w:r>
      <w:r>
        <w:t>y trakčního vedení</w:t>
      </w:r>
      <w:r w:rsidRPr="008B6573">
        <w:t xml:space="preserve"> </w:t>
      </w:r>
      <w:proofErr w:type="spellStart"/>
      <w:r w:rsidRPr="008B6573">
        <w:t>žst</w:t>
      </w:r>
      <w:proofErr w:type="spellEnd"/>
      <w:r w:rsidRPr="008B6573">
        <w:t>. Brno Maloměřice</w:t>
      </w:r>
      <w:r>
        <w:t xml:space="preserve"> k aktualizaci.</w:t>
      </w:r>
    </w:p>
    <w:p w14:paraId="52904154" w14:textId="77777777" w:rsidR="00DF7BAA" w:rsidRDefault="00DF7BAA" w:rsidP="00DF7BAA">
      <w:pPr>
        <w:pStyle w:val="Nadpis2-2"/>
      </w:pPr>
      <w:bookmarkStart w:id="20" w:name="_Toc6410434"/>
      <w:bookmarkStart w:id="21" w:name="_Toc128575912"/>
      <w:r>
        <w:t>Související dokumentace</w:t>
      </w:r>
      <w:bookmarkEnd w:id="20"/>
      <w:bookmarkEnd w:id="21"/>
    </w:p>
    <w:p w14:paraId="032720FE" w14:textId="46B62A86" w:rsidR="00615BEC" w:rsidRPr="00615BEC" w:rsidRDefault="00EF0F30" w:rsidP="00615BEC">
      <w:pPr>
        <w:pStyle w:val="Text2-1"/>
      </w:pPr>
      <w:r w:rsidRPr="00AC5F4C">
        <w:t xml:space="preserve">Zhotoviteli bude v případě potřeby správcem poskytnuta </w:t>
      </w:r>
      <w:r>
        <w:t xml:space="preserve">dostupná </w:t>
      </w:r>
      <w:r w:rsidRPr="00AC5F4C">
        <w:t>technická dokumentace stávajícího stavu zařízení</w:t>
      </w:r>
      <w:r>
        <w:t>.</w:t>
      </w:r>
      <w:r w:rsidR="00615BEC" w:rsidRPr="00615BEC">
        <w:t xml:space="preserve"> </w:t>
      </w:r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28575913"/>
      <w:r>
        <w:t>KOORDINACE S JINÝMI STAVBAMI</w:t>
      </w:r>
      <w:bookmarkEnd w:id="22"/>
      <w:bookmarkEnd w:id="23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6BB2726" w14:textId="77777777" w:rsidR="00A10D37" w:rsidRPr="00EF0F30" w:rsidRDefault="00A10D37" w:rsidP="00A10D37">
      <w:pPr>
        <w:pStyle w:val="Text2-1"/>
      </w:pPr>
      <w:r w:rsidRPr="00EF0F30">
        <w:t xml:space="preserve">U této </w:t>
      </w:r>
      <w:r w:rsidR="00234F48" w:rsidRPr="00EF0F30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28575914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28575915"/>
      <w:r>
        <w:t>Všeobecně</w:t>
      </w:r>
      <w:bookmarkEnd w:id="26"/>
      <w:bookmarkEnd w:id="2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lastRenderedPageBreak/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lastRenderedPageBreak/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>a v podrobnostech směrnice SŽ SM011“</w:t>
      </w:r>
    </w:p>
    <w:p w14:paraId="5ABBE8F9" w14:textId="77777777" w:rsidR="00DF7856" w:rsidRPr="00EF0F30" w:rsidRDefault="00DF7856" w:rsidP="00DF7856">
      <w:pPr>
        <w:pStyle w:val="Text2-2"/>
      </w:pPr>
      <w:r w:rsidRPr="00EF0F30">
        <w:t>Čl. 1.11.5.1 TKP, odst. 3 se mění takto:</w:t>
      </w:r>
    </w:p>
    <w:p w14:paraId="75E57AD6" w14:textId="552D0A6B" w:rsidR="00DF7856" w:rsidRPr="00EF0F30" w:rsidRDefault="00DF7856" w:rsidP="004C1240">
      <w:pPr>
        <w:pStyle w:val="Text2-2"/>
        <w:numPr>
          <w:ilvl w:val="0"/>
          <w:numId w:val="0"/>
        </w:numPr>
        <w:ind w:left="1701"/>
      </w:pPr>
      <w:r w:rsidRPr="00EF0F30">
        <w:t xml:space="preserve">Předání Dokumentace skutečného provedení stavby týkající se díla Zhotovitelem Objednateli proběhne </w:t>
      </w:r>
      <w:r w:rsidRPr="00EF0F30">
        <w:rPr>
          <w:b/>
        </w:rPr>
        <w:t xml:space="preserve">v listinné podobě ve </w:t>
      </w:r>
      <w:r w:rsidR="00EF0F30" w:rsidRPr="00EF0F30">
        <w:rPr>
          <w:b/>
        </w:rPr>
        <w:t>čtyřech</w:t>
      </w:r>
      <w:r w:rsidRPr="00EF0F30">
        <w:rPr>
          <w:b/>
        </w:rPr>
        <w:t xml:space="preserve"> vyhotoveních</w:t>
      </w:r>
      <w:r w:rsidRPr="00EF0F30">
        <w:t xml:space="preserve"> pro technickou část do 2 měsíců, pro souborné zpracování geodetické části do 2 měsíců a kompletní </w:t>
      </w:r>
      <w:r w:rsidRPr="00EF0F30">
        <w:rPr>
          <w:b/>
        </w:rPr>
        <w:t>dokumentace v elektronické podobě v rozsahu dle čl. 4.1.</w:t>
      </w:r>
      <w:r w:rsidR="001456A2" w:rsidRPr="00EF0F30">
        <w:rPr>
          <w:b/>
        </w:rPr>
        <w:t>2.</w:t>
      </w:r>
      <w:r w:rsidRPr="00EF0F30">
        <w:rPr>
          <w:b/>
        </w:rPr>
        <w:t>30</w:t>
      </w:r>
      <w:r w:rsidR="00C4162B" w:rsidRPr="00EF0F30">
        <w:rPr>
          <w:b/>
        </w:rPr>
        <w:t xml:space="preserve"> </w:t>
      </w:r>
      <w:r w:rsidRPr="00EF0F30">
        <w:rPr>
          <w:b/>
        </w:rPr>
        <w:t>těchto ZTP</w:t>
      </w:r>
      <w:r w:rsidRPr="00EF0F30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EF0F30" w:rsidRDefault="004C1240" w:rsidP="004C1240">
      <w:pPr>
        <w:pStyle w:val="Text2-2"/>
      </w:pPr>
      <w:r w:rsidRPr="00EF0F30">
        <w:t>ČL 1.11.5.1 TKP, odst. 6 se mění takto:</w:t>
      </w:r>
    </w:p>
    <w:p w14:paraId="2A2ECA97" w14:textId="77777777" w:rsidR="004C1240" w:rsidRPr="00EF0F30" w:rsidRDefault="004C1240" w:rsidP="004C1240">
      <w:pPr>
        <w:pStyle w:val="Text2-2"/>
        <w:numPr>
          <w:ilvl w:val="0"/>
          <w:numId w:val="0"/>
        </w:numPr>
        <w:ind w:left="1701"/>
      </w:pPr>
      <w:r w:rsidRPr="00EF0F30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EF0F30" w:rsidRDefault="004C1240" w:rsidP="00484F28">
      <w:pPr>
        <w:pStyle w:val="Text2-2"/>
        <w:numPr>
          <w:ilvl w:val="0"/>
          <w:numId w:val="22"/>
        </w:numPr>
      </w:pPr>
      <w:r w:rsidRPr="00EF0F30">
        <w:t>kompletní dokumentace stavby v otevřené formě</w:t>
      </w:r>
    </w:p>
    <w:p w14:paraId="19A3DA3F" w14:textId="7E66C78D" w:rsidR="004C1240" w:rsidRPr="00EF0F30" w:rsidRDefault="004C1240" w:rsidP="00484F28">
      <w:pPr>
        <w:pStyle w:val="Text2-2"/>
        <w:numPr>
          <w:ilvl w:val="0"/>
          <w:numId w:val="22"/>
        </w:numPr>
      </w:pPr>
      <w:r w:rsidRPr="00EF0F30">
        <w:t>kompletní dokumentace stavby v uzavřené formě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>
        <w:t xml:space="preserve">Objednatel se zavazuje zajistit Zhotoviteli právo užívání </w:t>
      </w:r>
      <w:r w:rsidRPr="00EF0F30">
        <w:t>Staveniště, včetně železniční dopravní cesty, v době, kdy je toho třeba, aby mo</w:t>
      </w:r>
      <w:r>
        <w:t>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 xml:space="preserve">Vzhledem k charakteru liniových staveb je Objednatel oprávněn předávat Zhotoviteli Staveniště (včetně ploch a objektů pro ZS předjednaných v Projektové dokumentaci) po úsecích v samostatných lokalitách v časově </w:t>
      </w:r>
      <w:r>
        <w:lastRenderedPageBreak/>
        <w:t>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77777777" w:rsidR="00735F5B" w:rsidRPr="00EF0F30" w:rsidRDefault="00D21E77" w:rsidP="00735F5B">
      <w:pPr>
        <w:pStyle w:val="Text2-2"/>
      </w:pPr>
      <w:r w:rsidRPr="00EF0F30">
        <w:t>P</w:t>
      </w:r>
      <w:r w:rsidR="00735F5B" w:rsidRPr="00EF0F30">
        <w:t xml:space="preserve">rovedení </w:t>
      </w:r>
      <w:r w:rsidR="00735F5B" w:rsidRPr="00EF0F30">
        <w:rPr>
          <w:b/>
        </w:rPr>
        <w:t xml:space="preserve">kontrolní zkoušky </w:t>
      </w:r>
      <w:r w:rsidR="00735F5B" w:rsidRPr="00EF0F30">
        <w:t>zařízení</w:t>
      </w:r>
      <w:r w:rsidRPr="00EF0F30">
        <w:t xml:space="preserve"> elektro</w:t>
      </w:r>
      <w:r w:rsidR="00735F5B" w:rsidRPr="00EF0F30">
        <w:t xml:space="preserve"> </w:t>
      </w:r>
      <w:bookmarkStart w:id="36" w:name="_Hlk120195602"/>
      <w:r w:rsidR="00735F5B" w:rsidRPr="00EF0F30">
        <w:t xml:space="preserve">(trakčního vedení, napájecí a spínací stanice, distribuční transformovny, EPZ) </w:t>
      </w:r>
      <w:bookmarkEnd w:id="36"/>
      <w:r w:rsidR="00735F5B" w:rsidRPr="00EF0F30">
        <w:rPr>
          <w:b/>
        </w:rPr>
        <w:t>vyžaduje Objednatel v širším rozsahu, než je uvedeno v příslušných TKP.</w:t>
      </w:r>
      <w:r w:rsidR="00735F5B" w:rsidRPr="00EF0F30">
        <w:t xml:space="preserve"> Veškeré doklady o měřeních a zkouškách bude Zhotovitel Objednateli předkládat vždy včetně vyhodnocení zjištěných parametrů.</w:t>
      </w:r>
    </w:p>
    <w:p w14:paraId="30027BFA" w14:textId="34A3DE3D" w:rsidR="00735F5B" w:rsidRPr="00EF0F30" w:rsidRDefault="00735F5B" w:rsidP="00735F5B">
      <w:pPr>
        <w:pStyle w:val="Text2-2"/>
      </w:pPr>
      <w:r w:rsidRPr="00EF0F30">
        <w:t>Kontroly a zkoušky před uvedením do zkušebního provozu (pod napětím)</w:t>
      </w:r>
    </w:p>
    <w:p w14:paraId="382260A3" w14:textId="77777777" w:rsidR="00AF4A42" w:rsidRPr="00EF0F30" w:rsidRDefault="00AF4A42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EF0F30">
        <w:rPr>
          <w:sz w:val="18"/>
          <w:szCs w:val="18"/>
        </w:rPr>
        <w:t>Kontroly a zkoušky TV:</w:t>
      </w:r>
    </w:p>
    <w:p w14:paraId="19E221E3" w14:textId="77777777" w:rsidR="00AD75BB" w:rsidRPr="00EF0F30" w:rsidRDefault="00AD75BB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EF0F30">
        <w:rPr>
          <w:sz w:val="18"/>
          <w:szCs w:val="18"/>
        </w:rPr>
        <w:t xml:space="preserve">Kontrolní zkoušky a revize TV včetně ověření parametrů trolejového vedení budou provedeny dle příslušných kapitol TKP a platných ČSN a ČSN EN. Ověření parametrů trakčního vedení při provádění </w:t>
      </w:r>
      <w:proofErr w:type="spellStart"/>
      <w:r w:rsidRPr="00EF0F30">
        <w:rPr>
          <w:sz w:val="18"/>
          <w:szCs w:val="18"/>
        </w:rPr>
        <w:t>technicko-bezpečnostních</w:t>
      </w:r>
      <w:proofErr w:type="spellEnd"/>
      <w:r w:rsidRPr="00EF0F30">
        <w:rPr>
          <w:sz w:val="18"/>
          <w:szCs w:val="18"/>
        </w:rPr>
        <w:t xml:space="preserve"> zkoušek bude sledováno dle příslušného vnitřního předpisu Objednatele.</w:t>
      </w:r>
    </w:p>
    <w:p w14:paraId="133ABEAF" w14:textId="77777777" w:rsidR="00AD75BB" w:rsidRPr="00EF0F30" w:rsidRDefault="00AD75BB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EF0F30">
        <w:rPr>
          <w:sz w:val="18"/>
          <w:szCs w:val="18"/>
        </w:rPr>
        <w:t xml:space="preserve">Součástí </w:t>
      </w:r>
      <w:proofErr w:type="spellStart"/>
      <w:r w:rsidRPr="00EF0F30">
        <w:rPr>
          <w:sz w:val="18"/>
          <w:szCs w:val="18"/>
        </w:rPr>
        <w:t>technicko-bezpečnostních</w:t>
      </w:r>
      <w:proofErr w:type="spellEnd"/>
      <w:r w:rsidRPr="00EF0F30">
        <w:rPr>
          <w:sz w:val="18"/>
          <w:szCs w:val="18"/>
        </w:rPr>
        <w:t xml:space="preserve"> zkoušek ve smyslu vyhlášky č. 177/1995 Sb., kterou se vydává stavební a technický řád drah, ve znění pozdějších předpisů, bude v rámci ověření provozuschopnosti a bezpečnosti i kontrola činnosti všech odpojovačů a odpínačů (v režimu: místně, dálkově, ústředně) s kontrolou signalizace na ovládací skříni odpojovačů a elektro dispečinku.</w:t>
      </w:r>
    </w:p>
    <w:p w14:paraId="4FB20269" w14:textId="77777777" w:rsidR="00AD75BB" w:rsidRPr="002369E8" w:rsidRDefault="00AD75BB" w:rsidP="005220AF">
      <w:pPr>
        <w:pStyle w:val="Text2-2"/>
      </w:pPr>
      <w:r w:rsidRPr="002369E8">
        <w:rPr>
          <w:b/>
        </w:rPr>
        <w:t>K činnostem Zhotovitele v rámci plnění SOD</w:t>
      </w:r>
      <w:r w:rsidRPr="002369E8">
        <w:t xml:space="preserve"> mimo jiné také patří:</w:t>
      </w:r>
    </w:p>
    <w:p w14:paraId="7B1350E1" w14:textId="77777777" w:rsidR="00796FF0" w:rsidRPr="002369E8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2369E8">
        <w:rPr>
          <w:sz w:val="18"/>
          <w:szCs w:val="18"/>
        </w:rPr>
        <w:t xml:space="preserve">zpracování koordinačních schémat </w:t>
      </w:r>
      <w:proofErr w:type="spellStart"/>
      <w:r w:rsidRPr="002369E8">
        <w:rPr>
          <w:sz w:val="18"/>
          <w:szCs w:val="18"/>
        </w:rPr>
        <w:t>ukolejnění</w:t>
      </w:r>
      <w:proofErr w:type="spellEnd"/>
      <w:r w:rsidRPr="002369E8">
        <w:rPr>
          <w:sz w:val="18"/>
          <w:szCs w:val="18"/>
        </w:rPr>
        <w:t xml:space="preserve"> a trakčních propojek (</w:t>
      </w:r>
      <w:proofErr w:type="spellStart"/>
      <w:r w:rsidRPr="002369E8">
        <w:rPr>
          <w:sz w:val="18"/>
          <w:szCs w:val="18"/>
        </w:rPr>
        <w:t>KSUaTP</w:t>
      </w:r>
      <w:proofErr w:type="spellEnd"/>
      <w:r w:rsidRPr="002369E8">
        <w:rPr>
          <w:sz w:val="18"/>
          <w:szCs w:val="18"/>
        </w:rPr>
        <w:t>) pro jednotlivé stavební postupy,</w:t>
      </w:r>
    </w:p>
    <w:p w14:paraId="6E661C3A" w14:textId="77777777" w:rsidR="009358DC" w:rsidRPr="002369E8" w:rsidRDefault="009358DC" w:rsidP="005220AF">
      <w:pPr>
        <w:pStyle w:val="Text2-2"/>
      </w:pPr>
      <w:r w:rsidRPr="002369E8">
        <w:t>Zhotovitel je povinen zajistit veřejnoprávní projednání a vydání potřebných rozhodnutí, povolení, souhlasů a jiných opatření</w:t>
      </w:r>
      <w:r w:rsidR="00223CF2" w:rsidRPr="002369E8">
        <w:t>, nad rámec rozhodnutí, povolení, souhlasů zajištěných Objednatelem.</w:t>
      </w:r>
      <w:r w:rsidRPr="002369E8">
        <w:t xml:space="preserve"> Zejména se jedná o:</w:t>
      </w:r>
    </w:p>
    <w:p w14:paraId="1C177817" w14:textId="423F0B2B" w:rsidR="009358DC" w:rsidRPr="002369E8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2369E8">
        <w:rPr>
          <w:sz w:val="18"/>
          <w:szCs w:val="18"/>
        </w:rPr>
        <w:t>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2369E8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2369E8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 xml:space="preserve">Vytyčení stávajících podzemních vedení a zařízení technické infrastruktury se Zhotovitel zavazuje oznámit Objednateli před zahájením prací na příslušné Etapě nebo části Díla. Dokumentaci o vytyčení poskytne Objednateli pro jeho </w:t>
      </w:r>
      <w:r w:rsidRPr="00C711EA">
        <w:lastRenderedPageBreak/>
        <w:t>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742029CC" w14:textId="77777777" w:rsidR="00F72FDF" w:rsidRPr="002369E8" w:rsidRDefault="00F72FDF" w:rsidP="00F21EDB">
      <w:pPr>
        <w:pStyle w:val="Text2-2"/>
      </w:pPr>
      <w:r w:rsidRPr="002369E8">
        <w:t xml:space="preserve">Zhotovitel se zavazuje 12 týdnů před zahájením prací v určeném úseku upozornit TDS a příslušnou provozní jednotku </w:t>
      </w:r>
      <w:r w:rsidRPr="002369E8">
        <w:rPr>
          <w:b/>
        </w:rPr>
        <w:t>na omezení či zastavení provozu vlečky,</w:t>
      </w:r>
      <w:r w:rsidRPr="002369E8">
        <w:t xml:space="preserve"> nakládkových a vykládkových kolejí z důvodů výluk kolejí.</w:t>
      </w:r>
    </w:p>
    <w:p w14:paraId="4D104648" w14:textId="77777777" w:rsidR="00FD0503" w:rsidRPr="002369E8" w:rsidRDefault="00FD0503" w:rsidP="00F21EDB">
      <w:pPr>
        <w:pStyle w:val="Text2-2"/>
      </w:pPr>
      <w:r w:rsidRPr="002369E8">
        <w:rPr>
          <w:b/>
        </w:rPr>
        <w:t xml:space="preserve">V </w:t>
      </w:r>
      <w:r w:rsidR="000C3375" w:rsidRPr="002369E8">
        <w:rPr>
          <w:b/>
        </w:rPr>
        <w:t>dokumentaci skutečného provedení stavby (</w:t>
      </w:r>
      <w:r w:rsidRPr="002369E8">
        <w:rPr>
          <w:b/>
        </w:rPr>
        <w:t>DSPS</w:t>
      </w:r>
      <w:r w:rsidR="000C3375" w:rsidRPr="002369E8">
        <w:rPr>
          <w:b/>
        </w:rPr>
        <w:t>)</w:t>
      </w:r>
      <w:r w:rsidRPr="002369E8">
        <w:rPr>
          <w:b/>
        </w:rPr>
        <w:t xml:space="preserve"> </w:t>
      </w:r>
      <w:r w:rsidRPr="002369E8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</w:t>
      </w:r>
      <w:r w:rsidRPr="006F687F">
        <w:lastRenderedPageBreak/>
        <w:t xml:space="preserve">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1DF3F5D" w14:textId="77777777" w:rsidR="0052412C" w:rsidRDefault="0052412C" w:rsidP="0052412C">
      <w:pPr>
        <w:pStyle w:val="Nadpis2-2"/>
      </w:pPr>
      <w:bookmarkStart w:id="37" w:name="_Toc121494850"/>
      <w:bookmarkStart w:id="38" w:name="_Toc6410438"/>
      <w:bookmarkStart w:id="39" w:name="_Toc128575916"/>
      <w:r>
        <w:t xml:space="preserve">Zeměměřická </w:t>
      </w:r>
      <w:r w:rsidRPr="0080577B">
        <w:t>činnost</w:t>
      </w:r>
      <w:r>
        <w:t xml:space="preserve"> zhotovitele</w:t>
      </w:r>
      <w:bookmarkEnd w:id="37"/>
      <w:bookmarkEnd w:id="39"/>
    </w:p>
    <w:p w14:paraId="2C8EB983" w14:textId="2E10F531" w:rsidR="0052412C" w:rsidRDefault="0052412C" w:rsidP="0052412C">
      <w:pPr>
        <w:pStyle w:val="Text2-1"/>
      </w:pPr>
      <w:r w:rsidRPr="00DC55C8">
        <w:t xml:space="preserve">Zhotovitel zažádá jmenovaného ÚOZI (úředně oprávněný zeměměřičský inženýr) Objednatele </w:t>
      </w:r>
      <w:r>
        <w:t>(Ing. Adam Bednář, +420 601 129 962, bednarad@spravazeleznic.cz)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7A6FB18D" w14:textId="77777777" w:rsidR="0052412C" w:rsidRDefault="0052412C" w:rsidP="0052412C">
      <w:pPr>
        <w:pStyle w:val="Text2-1"/>
      </w:pPr>
      <w:r>
        <w:t>Poskytování geodetických podkladů se řídí Pokynem generálního ředitele</w:t>
      </w:r>
      <w:bookmarkStart w:id="40" w:name="_Hlk113520772"/>
      <w:bookmarkStart w:id="41" w:name="_Hlk113520921"/>
      <w:r>
        <w:t xml:space="preserve"> SŽ PO-06/2020-GŘ</w:t>
      </w:r>
      <w:bookmarkEnd w:id="40"/>
      <w:bookmarkEnd w:id="41"/>
      <w:r>
        <w:t>, Pokyn generálního ředitele k poskytování geodetických podkladů a činností pro přípravu a realizaci opravných a investičních akcí.</w:t>
      </w:r>
    </w:p>
    <w:p w14:paraId="29FB5BB2" w14:textId="77777777" w:rsidR="0052412C" w:rsidRDefault="0052412C" w:rsidP="0052412C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2AF97DAD" w14:textId="77777777" w:rsidR="0052412C" w:rsidRPr="0052412C" w:rsidRDefault="0052412C" w:rsidP="0052412C">
      <w:pPr>
        <w:pStyle w:val="Text2-1"/>
      </w:pPr>
      <w:r w:rsidRPr="0052412C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405730A9" w14:textId="77777777" w:rsidR="0052412C" w:rsidRPr="0052412C" w:rsidRDefault="0052412C" w:rsidP="0052412C">
      <w:pPr>
        <w:pStyle w:val="Text2-1"/>
      </w:pPr>
      <w:r w:rsidRPr="0052412C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6BF2A2ED" w14:textId="77777777" w:rsidR="0052412C" w:rsidRPr="0052412C" w:rsidRDefault="0052412C" w:rsidP="0052412C">
      <w:pPr>
        <w:pStyle w:val="Text2-1"/>
      </w:pPr>
      <w:r w:rsidRPr="0052412C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6614EA4" w14:textId="77777777" w:rsidR="0052412C" w:rsidRDefault="0052412C" w:rsidP="0052412C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2" w:name="_Hlk113458748"/>
      <w:r>
        <w:t> čl. 1.7.3 TKP ZEMĚMĚŘICKÁ ČINNOST ZAJIŠŤOVANÁ ZHOTOVITELEM</w:t>
      </w:r>
      <w:bookmarkEnd w:id="42"/>
      <w:r>
        <w:t xml:space="preserve"> a předá ÚOZI Objednatele ke kontrole.</w:t>
      </w:r>
    </w:p>
    <w:p w14:paraId="6E12BCD2" w14:textId="77777777" w:rsidR="0052412C" w:rsidRDefault="0052412C" w:rsidP="0052412C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</w:t>
      </w:r>
      <w:r>
        <w:lastRenderedPageBreak/>
        <w:t>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5FE2BCEC" w14:textId="77777777" w:rsidR="0052412C" w:rsidRDefault="0052412C" w:rsidP="0052412C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187694A9" w14:textId="77777777" w:rsidR="0052412C" w:rsidRDefault="0052412C" w:rsidP="0052412C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1831D297" w14:textId="77777777" w:rsidR="0052412C" w:rsidRDefault="0052412C" w:rsidP="0052412C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2D6913B4" w14:textId="77777777" w:rsidR="0052412C" w:rsidRDefault="0052412C" w:rsidP="0052412C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47B14EC3" w14:textId="77777777" w:rsidR="0052412C" w:rsidRDefault="0052412C" w:rsidP="0052412C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782774D0" w14:textId="77777777" w:rsidR="0052412C" w:rsidRDefault="0052412C" w:rsidP="0052412C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1CB957EF" w14:textId="77777777" w:rsidR="0052412C" w:rsidRPr="0052412C" w:rsidRDefault="0052412C" w:rsidP="0052412C">
      <w:pPr>
        <w:pStyle w:val="Text2-1"/>
      </w:pPr>
      <w:r w:rsidRPr="0052412C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762CD387" w:rsidR="00DF7BAA" w:rsidRDefault="00DF7BAA" w:rsidP="00DF7BAA">
      <w:pPr>
        <w:pStyle w:val="Nadpis2-2"/>
      </w:pPr>
      <w:bookmarkStart w:id="43" w:name="_Toc128575917"/>
      <w:r>
        <w:t>Doklady překládané zhotovitelem</w:t>
      </w:r>
      <w:bookmarkEnd w:id="38"/>
      <w:bookmarkEnd w:id="43"/>
    </w:p>
    <w:p w14:paraId="44E06185" w14:textId="501DC967" w:rsidR="00D12C76" w:rsidRPr="009C7A33" w:rsidRDefault="009C7A33" w:rsidP="00562909">
      <w:pPr>
        <w:pStyle w:val="Text2-1"/>
      </w:pPr>
      <w:r w:rsidRPr="009C7A33">
        <w:t xml:space="preserve">Před zahájením prací na objektech, </w:t>
      </w:r>
      <w:r w:rsidR="00D12C76" w:rsidRPr="009C7A33">
        <w:t>jejichž součástí jsou „Určená technická zařízení“ ve smyslu vyhlášky MD č. 100/1995 Sb., kterou se stanoví podmínky pro provoz, konstrukci a</w:t>
      </w:r>
      <w:r w:rsidR="00562909" w:rsidRPr="009C7A33">
        <w:t> </w:t>
      </w:r>
      <w:r w:rsidR="00D12C76" w:rsidRPr="009C7A33">
        <w:t xml:space="preserve">výrobu určených technických zařízení a jejich konkretizace (Řád určených technických zařízení), v platném znění, včetně prováděcích předpisů k této vyhlášce v platném znění, </w:t>
      </w:r>
      <w:r w:rsidRPr="009C7A33">
        <w:t xml:space="preserve">předloží Zhotovitel </w:t>
      </w:r>
      <w:r w:rsidR="00D12C76" w:rsidRPr="009C7A33">
        <w:t xml:space="preserve">doklad o tom, že má </w:t>
      </w:r>
      <w:r w:rsidR="00562909" w:rsidRPr="009C7A33">
        <w:t xml:space="preserve">pověření nebo má </w:t>
      </w:r>
      <w:r w:rsidR="00D12C76" w:rsidRPr="009C7A33">
        <w:t xml:space="preserve">zajištěnou spolupráci </w:t>
      </w:r>
      <w:r w:rsidR="00562909" w:rsidRPr="009C7A33">
        <w:t>s </w:t>
      </w:r>
      <w:r w:rsidR="00D12C76" w:rsidRPr="009C7A33">
        <w:t>právnick</w:t>
      </w:r>
      <w:r w:rsidR="00562909" w:rsidRPr="009C7A33">
        <w:t xml:space="preserve">ou </w:t>
      </w:r>
      <w:r w:rsidR="00D12C76" w:rsidRPr="009C7A33">
        <w:t>osob</w:t>
      </w:r>
      <w:r w:rsidR="00562909" w:rsidRPr="009C7A33">
        <w:t>ou, která má pověření</w:t>
      </w:r>
      <w:r w:rsidR="00D12C76" w:rsidRPr="009C7A33">
        <w:t xml:space="preserve"> podle ustanovení § 47 odst. 4 zákona č. 266/1994 Sb. o drahách v platném znění pro všechny druhy „Určených technických zařízení“, dotčených </w:t>
      </w:r>
      <w:r w:rsidR="00840EA1" w:rsidRPr="009C7A33">
        <w:t>stavebními pr</w:t>
      </w:r>
      <w:r w:rsidR="00174630" w:rsidRPr="009C7A33">
        <w:t>a</w:t>
      </w:r>
      <w:r w:rsidR="00840EA1" w:rsidRPr="009C7A33">
        <w:t xml:space="preserve">cemi. </w:t>
      </w:r>
      <w:r w:rsidR="00D12C76" w:rsidRPr="009C7A33">
        <w:t>Z tohoto dokladu musí být zřejmé, že se vztahuje k plnění předmětné zakázky a bez jeho předložení těchto dokladů nebude možné zahájit práce na výše uvedených objektech.</w:t>
      </w:r>
    </w:p>
    <w:p w14:paraId="6BC2C03D" w14:textId="77777777" w:rsidR="00DF7BAA" w:rsidRPr="009C7A33" w:rsidRDefault="00DF7BAA" w:rsidP="00DF7BAA">
      <w:pPr>
        <w:pStyle w:val="Text2-1"/>
      </w:pPr>
      <w:r w:rsidRPr="009C7A33">
        <w:t xml:space="preserve">Zhotovitel doloží </w:t>
      </w:r>
      <w:r w:rsidRPr="009C7A33">
        <w:rPr>
          <w:b/>
        </w:rPr>
        <w:t>mimo jiné</w:t>
      </w:r>
      <w:r w:rsidRPr="009C7A33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38DED3EE" w14:textId="77777777" w:rsidR="009C7A33" w:rsidRPr="006B7DEC" w:rsidRDefault="009C7A33" w:rsidP="009C7A33">
      <w:pPr>
        <w:pStyle w:val="Odrka1-1"/>
        <w:numPr>
          <w:ilvl w:val="0"/>
          <w:numId w:val="4"/>
        </w:numPr>
        <w:spacing w:after="60"/>
      </w:pPr>
      <w:r w:rsidRPr="006B7DEC">
        <w:lastRenderedPageBreak/>
        <w:t xml:space="preserve">E-07: řízení a zajišťování, oprav, rekonstrukcí, popř. modernizace železničních tratí zařízení správy elektrotechniky a energetiky; </w:t>
      </w:r>
    </w:p>
    <w:p w14:paraId="57752A7A" w14:textId="77777777" w:rsidR="009C7A33" w:rsidRPr="006B7DEC" w:rsidRDefault="009C7A33" w:rsidP="009C7A33">
      <w:pPr>
        <w:pStyle w:val="Odrka1-1"/>
        <w:numPr>
          <w:ilvl w:val="0"/>
          <w:numId w:val="4"/>
        </w:numPr>
        <w:spacing w:after="60"/>
      </w:pPr>
      <w:r w:rsidRPr="006B7DEC">
        <w:t xml:space="preserve">TZE: provádění revizí, prohlídek a zkoušek určeného technického zařízení dle vyhlášky č. 100/1995 Sb., § 1, odst. 4 a provádění revizí dle </w:t>
      </w:r>
      <w:r>
        <w:t xml:space="preserve">nařízení vlády </w:t>
      </w:r>
      <w:r w:rsidRPr="006B7DEC">
        <w:t xml:space="preserve">č. </w:t>
      </w:r>
      <w:r>
        <w:t>194</w:t>
      </w:r>
      <w:r w:rsidRPr="006B7DEC">
        <w:t>/</w:t>
      </w:r>
      <w:r>
        <w:t>2022</w:t>
      </w:r>
      <w:r w:rsidRPr="006B7DEC">
        <w:t xml:space="preserve"> Sb., § </w:t>
      </w:r>
      <w:r>
        <w:t>8</w:t>
      </w:r>
      <w:r w:rsidRPr="006B7DEC">
        <w:t>.</w:t>
      </w:r>
    </w:p>
    <w:p w14:paraId="42181132" w14:textId="77777777" w:rsidR="00DF7BAA" w:rsidRPr="009C7A33" w:rsidRDefault="00DF7BAA" w:rsidP="00DF7BAA">
      <w:pPr>
        <w:pStyle w:val="Text2-1"/>
      </w:pPr>
      <w:r w:rsidRPr="009C7A33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E3B5150" w14:textId="77777777" w:rsidR="00DF7BAA" w:rsidRDefault="00DF7BAA" w:rsidP="00DF7BAA">
      <w:pPr>
        <w:pStyle w:val="Nadpis2-2"/>
      </w:pPr>
      <w:bookmarkStart w:id="44" w:name="_Toc6410439"/>
      <w:bookmarkStart w:id="45" w:name="_Toc128575918"/>
      <w:r>
        <w:t>Dokumentace zhotovitele pro stavbu</w:t>
      </w:r>
      <w:bookmarkEnd w:id="44"/>
      <w:bookmarkEnd w:id="45"/>
    </w:p>
    <w:p w14:paraId="488F8FA4" w14:textId="7496F221" w:rsidR="00740821" w:rsidRPr="009C7A33" w:rsidRDefault="00740821" w:rsidP="00F21EDB">
      <w:pPr>
        <w:pStyle w:val="Text2-1"/>
      </w:pPr>
      <w:r w:rsidRPr="009C7A33">
        <w:t>Součástí předmětu díla je i vyhotovení Realizační dokumentace stavby (výrobní, montážní, dílenské), která v případě potřeby rozpracovává podrobně zadávací dokumentaci (PDPS) dle přílohy č.</w:t>
      </w:r>
      <w:r w:rsidR="00EE6FF4" w:rsidRPr="009C7A33">
        <w:t> </w:t>
      </w:r>
      <w:r w:rsidRPr="009C7A33">
        <w:t>4</w:t>
      </w:r>
      <w:r w:rsidR="00EE6FF4" w:rsidRPr="009C7A33">
        <w:t xml:space="preserve"> </w:t>
      </w:r>
      <w:r w:rsidRPr="009C7A33">
        <w:t>vyhlášky č.</w:t>
      </w:r>
      <w:r w:rsidR="00EE6FF4" w:rsidRPr="009C7A33">
        <w:t> </w:t>
      </w:r>
      <w:r w:rsidRPr="009C7A33">
        <w:t>46/2008 Sb. o rozsahu a obsahu projektové dokumentace dopravních staveb, v platném znění, příslušných TKP Staveb státních drah a směrnice SŽ SM011 Dokumentace staveb Správy železnic, státní organizace (dále jen „ SŽ SM011)</w:t>
      </w:r>
      <w:r w:rsidR="009C7A33" w:rsidRPr="009C7A33">
        <w:t>.</w:t>
      </w:r>
    </w:p>
    <w:p w14:paraId="109FD0B0" w14:textId="7FE37B82" w:rsidR="00EE6FF4" w:rsidRPr="009C7A33" w:rsidRDefault="00740821" w:rsidP="009C7A33">
      <w:pPr>
        <w:pStyle w:val="Odstavec1-1a"/>
        <w:numPr>
          <w:ilvl w:val="0"/>
          <w:numId w:val="7"/>
        </w:numPr>
        <w:spacing w:after="120"/>
      </w:pPr>
      <w:r w:rsidRPr="009C7A33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07B0AD46" w:rsidR="00740821" w:rsidRPr="009C7A33" w:rsidRDefault="00740821" w:rsidP="00F21EDB">
      <w:pPr>
        <w:pStyle w:val="Text2-1"/>
      </w:pPr>
      <w:r w:rsidRPr="009C7A33">
        <w:t xml:space="preserve">Zhotovitel </w:t>
      </w:r>
      <w:r w:rsidR="009C7A33" w:rsidRPr="009C7A33">
        <w:t xml:space="preserve">v případě potřeby </w:t>
      </w:r>
      <w:r w:rsidRPr="009C7A33">
        <w:t>zpracuje technologické předpisy (</w:t>
      </w:r>
      <w:proofErr w:type="spellStart"/>
      <w:r w:rsidRPr="009C7A33">
        <w:t>TePř</w:t>
      </w:r>
      <w:proofErr w:type="spellEnd"/>
      <w:r w:rsidRPr="009C7A33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C7A33">
        <w:t>.</w:t>
      </w:r>
    </w:p>
    <w:p w14:paraId="19F38ADB" w14:textId="77777777" w:rsidR="00B53E41" w:rsidRPr="009C7A33" w:rsidRDefault="00DF7BAA" w:rsidP="0060019A">
      <w:pPr>
        <w:pStyle w:val="Nadpis2-2"/>
      </w:pPr>
      <w:bookmarkStart w:id="46" w:name="_Toc6410440"/>
      <w:bookmarkStart w:id="47" w:name="_Toc128575919"/>
      <w:r>
        <w:t>Dokumentace skutečného prov</w:t>
      </w:r>
      <w:r w:rsidRPr="009C7A33">
        <w:t>edení stavby</w:t>
      </w:r>
      <w:bookmarkEnd w:id="46"/>
      <w:bookmarkEnd w:id="47"/>
    </w:p>
    <w:p w14:paraId="00B8E2C3" w14:textId="76263E77" w:rsidR="00470F14" w:rsidRPr="009C7A33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9C7A33">
        <w:t xml:space="preserve">Předání DSPS dle oddílu 1.11.5 Kapitoly 1 TKP </w:t>
      </w:r>
      <w:r w:rsidR="00525C0C" w:rsidRPr="009C7A33">
        <w:t>a dle</w:t>
      </w:r>
      <w:r w:rsidRPr="009C7A33">
        <w:t xml:space="preserve"> čl. 4.1.2.23 - 4.1.2.28 těchto ZTP proběhne na médiu: </w:t>
      </w:r>
      <w:r w:rsidRPr="009C7A33">
        <w:rPr>
          <w:b/>
        </w:rPr>
        <w:t xml:space="preserve">USB </w:t>
      </w:r>
      <w:proofErr w:type="spellStart"/>
      <w:r w:rsidRPr="009C7A33">
        <w:rPr>
          <w:b/>
        </w:rPr>
        <w:t>flash</w:t>
      </w:r>
      <w:proofErr w:type="spellEnd"/>
      <w:r w:rsidRPr="009C7A33">
        <w:rPr>
          <w:b/>
        </w:rPr>
        <w:t xml:space="preserve"> disk</w:t>
      </w:r>
      <w:r w:rsidR="009C7A33" w:rsidRPr="009C7A33">
        <w:rPr>
          <w:b/>
        </w:rPr>
        <w:t>.</w:t>
      </w:r>
    </w:p>
    <w:p w14:paraId="01F4A384" w14:textId="77777777" w:rsidR="00DF7BAA" w:rsidRPr="00E77C22" w:rsidRDefault="00DF7BAA" w:rsidP="00DF7BAA">
      <w:pPr>
        <w:pStyle w:val="Nadpis2-2"/>
      </w:pPr>
      <w:bookmarkStart w:id="48" w:name="_Toc6410443"/>
      <w:bookmarkStart w:id="49" w:name="_Toc128575920"/>
      <w:r w:rsidRPr="00E77C22">
        <w:t>Silnoproudá technologie včetně DŘT, trakční a energetická zařízení</w:t>
      </w:r>
      <w:bookmarkEnd w:id="48"/>
      <w:bookmarkEnd w:id="49"/>
    </w:p>
    <w:p w14:paraId="66FFE0A2" w14:textId="11688ACC" w:rsidR="009C7A33" w:rsidRDefault="009C7A33" w:rsidP="009C7A33">
      <w:pPr>
        <w:pStyle w:val="Text2-1"/>
      </w:pPr>
      <w:r>
        <w:t xml:space="preserve">Předmětem stavby je </w:t>
      </w:r>
      <w:r w:rsidR="008A28BB">
        <w:rPr>
          <w:rFonts w:eastAsia="Calibri"/>
        </w:rPr>
        <w:t>o</w:t>
      </w:r>
      <w:r w:rsidR="008A28BB" w:rsidRPr="00245F61">
        <w:rPr>
          <w:rFonts w:eastAsia="Calibri"/>
        </w:rPr>
        <w:t xml:space="preserve">prava trakčního vedení </w:t>
      </w:r>
      <w:r w:rsidR="008A28BB">
        <w:rPr>
          <w:rFonts w:eastAsia="Calibri"/>
        </w:rPr>
        <w:t xml:space="preserve">dle zpracované projektové dokumentace. Stavba se týká TV </w:t>
      </w:r>
      <w:r w:rsidR="008A28BB" w:rsidRPr="00245F61">
        <w:rPr>
          <w:rFonts w:eastAsia="Calibri"/>
        </w:rPr>
        <w:t xml:space="preserve">nad kolejemi č. 92, 126c a 544 v </w:t>
      </w:r>
      <w:proofErr w:type="spellStart"/>
      <w:r w:rsidR="008A28BB" w:rsidRPr="00245F61">
        <w:rPr>
          <w:rFonts w:eastAsia="Calibri"/>
        </w:rPr>
        <w:t>žst</w:t>
      </w:r>
      <w:proofErr w:type="spellEnd"/>
      <w:r w:rsidR="008A28BB" w:rsidRPr="00245F61">
        <w:rPr>
          <w:rFonts w:eastAsia="Calibri"/>
        </w:rPr>
        <w:t>. Brno Maloměřice v oblasti pod mostem v obvodu St.</w:t>
      </w:r>
      <w:r w:rsidR="008A28BB">
        <w:rPr>
          <w:rFonts w:eastAsia="Calibri"/>
        </w:rPr>
        <w:t xml:space="preserve"> </w:t>
      </w:r>
      <w:r w:rsidR="008A28BB" w:rsidRPr="00245F61">
        <w:rPr>
          <w:rFonts w:eastAsia="Calibri"/>
        </w:rPr>
        <w:t xml:space="preserve">4, kde je stávající uchycení TV v současné době realizováno do uchycení mostu, který je v havarijním stavu. Dojde k opravě dotčené části TV a přeložení odtahu TV </w:t>
      </w:r>
      <w:r w:rsidR="008A28BB">
        <w:rPr>
          <w:rFonts w:eastAsia="Calibri"/>
        </w:rPr>
        <w:t>mimo k</w:t>
      </w:r>
      <w:r w:rsidR="008A28BB" w:rsidRPr="00245F61">
        <w:rPr>
          <w:rFonts w:eastAsia="Calibri"/>
        </w:rPr>
        <w:t>onstrukci mostu.</w:t>
      </w:r>
    </w:p>
    <w:p w14:paraId="01599BBE" w14:textId="00E31899" w:rsidR="009C7A33" w:rsidRDefault="009C7A33" w:rsidP="009C7A33">
      <w:pPr>
        <w:pStyle w:val="Text2-1"/>
      </w:pPr>
      <w:r>
        <w:t>Dotčené zařízení bude upraveno podle sestavení vzorové sestavy „S“, specifikované pro jednotlivé trakční podpěry a konstrukce v soupisu sestavení PD.</w:t>
      </w:r>
    </w:p>
    <w:p w14:paraId="65B88949" w14:textId="77777777" w:rsidR="009C7A33" w:rsidRDefault="009C7A33" w:rsidP="009C7A33">
      <w:pPr>
        <w:pStyle w:val="Text2-1"/>
      </w:pPr>
      <w:r>
        <w:t xml:space="preserve">Nově vybudované zařízení bude v souladu s aktuálně platnými technickými normami, zejména ČSN EN 50119 ed.2 Drážní </w:t>
      </w:r>
      <w:proofErr w:type="gramStart"/>
      <w:r>
        <w:t>zařízení</w:t>
      </w:r>
      <w:proofErr w:type="gramEnd"/>
      <w:r>
        <w:t>–</w:t>
      </w:r>
      <w:proofErr w:type="gramStart"/>
      <w:r>
        <w:t>Pevná</w:t>
      </w:r>
      <w:proofErr w:type="gramEnd"/>
      <w:r>
        <w:t xml:space="preserve"> trakční zařízení–Trolejová vedení pro elektrickou trakci a ČSN 34 1530 </w:t>
      </w:r>
      <w:proofErr w:type="spellStart"/>
      <w:r>
        <w:t>ed</w:t>
      </w:r>
      <w:proofErr w:type="spellEnd"/>
      <w:r>
        <w:t xml:space="preserve">. 2 Drážní </w:t>
      </w:r>
      <w:proofErr w:type="gramStart"/>
      <w:r>
        <w:t>zařízení</w:t>
      </w:r>
      <w:proofErr w:type="gramEnd"/>
      <w:r>
        <w:t>–</w:t>
      </w:r>
      <w:proofErr w:type="gramStart"/>
      <w:r>
        <w:t>Elektrická</w:t>
      </w:r>
      <w:proofErr w:type="gramEnd"/>
      <w:r>
        <w:t xml:space="preserve"> trakční vedení železničních drah, celostátních, regionálních a vleček.</w:t>
      </w:r>
    </w:p>
    <w:p w14:paraId="73779760" w14:textId="77777777" w:rsidR="009C7A33" w:rsidRDefault="009C7A33" w:rsidP="009C7A33">
      <w:pPr>
        <w:pStyle w:val="Text2-1"/>
      </w:pPr>
      <w:r>
        <w:t>Musí být respektována Směrnice SŽDC č. 34 "Směrnice pro uvádění do provozu výrobků, které jsou součástí sdělovacích a zabezpečovacích zařízení a zařízení elektrotechniky a energetiky na železniční dopravní cestě ve vlastnictví státu, statní organizace SŽDC “s účinností od 1. října 2007, v platném znění.</w:t>
      </w:r>
    </w:p>
    <w:p w14:paraId="4DF72BB8" w14:textId="504CAB82" w:rsidR="009C7A33" w:rsidRDefault="009C7A33" w:rsidP="009C7A33">
      <w:pPr>
        <w:pStyle w:val="Text2-1"/>
      </w:pPr>
      <w:r>
        <w:t>Na dotčeném zařízení, které po této akci zůstane v provozu, budou v rámci realizace provedeny i příslušné revize a zkoušky UTZ</w:t>
      </w:r>
      <w:r w:rsidR="008A28BB">
        <w:t>, včetně zápisu do průkazu způsobilosti</w:t>
      </w:r>
      <w:r>
        <w:t>.</w:t>
      </w:r>
    </w:p>
    <w:p w14:paraId="285C6EAC" w14:textId="5749FCA7" w:rsidR="00754D91" w:rsidRPr="00E77C22" w:rsidRDefault="00754D91" w:rsidP="009C7A33">
      <w:pPr>
        <w:pStyle w:val="Text2-1"/>
      </w:pPr>
      <w:r>
        <w:rPr>
          <w:rFonts w:eastAsia="Calibri"/>
        </w:rPr>
        <w:t xml:space="preserve">V rámci této stavby budou zaktualizována koordinační schémata </w:t>
      </w:r>
      <w:proofErr w:type="spellStart"/>
      <w:r>
        <w:rPr>
          <w:rFonts w:eastAsia="Calibri"/>
        </w:rPr>
        <w:t>ukolejnění</w:t>
      </w:r>
      <w:proofErr w:type="spellEnd"/>
      <w:r>
        <w:rPr>
          <w:rFonts w:eastAsia="Calibri"/>
        </w:rPr>
        <w:t xml:space="preserve"> a trakčních propojení a také polohov</w:t>
      </w:r>
      <w:r w:rsidR="002756CE">
        <w:rPr>
          <w:rFonts w:eastAsia="Calibri"/>
        </w:rPr>
        <w:t>é</w:t>
      </w:r>
      <w:r>
        <w:rPr>
          <w:rFonts w:eastAsia="Calibri"/>
        </w:rPr>
        <w:t xml:space="preserve"> plán</w:t>
      </w:r>
      <w:r w:rsidR="002756CE">
        <w:rPr>
          <w:rFonts w:eastAsia="Calibri"/>
        </w:rPr>
        <w:t>y</w:t>
      </w:r>
      <w:r>
        <w:rPr>
          <w:rFonts w:eastAsia="Calibri"/>
        </w:rPr>
        <w:t xml:space="preserve"> trakčního vedení </w:t>
      </w:r>
      <w:r w:rsidR="002756CE">
        <w:rPr>
          <w:rFonts w:eastAsia="Calibri"/>
        </w:rPr>
        <w:t>pro celou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žst</w:t>
      </w:r>
      <w:proofErr w:type="spellEnd"/>
      <w:r>
        <w:rPr>
          <w:rFonts w:eastAsia="Calibri"/>
        </w:rPr>
        <w:t>. Brno Maloměřice. Dostupné podklady správce jsou součástí zadávací dokumentace a je nutné je brát pouze jako orientační podklad</w:t>
      </w:r>
      <w:r w:rsidR="002756CE">
        <w:rPr>
          <w:rFonts w:eastAsia="Calibri"/>
        </w:rPr>
        <w:t>y různého stáří</w:t>
      </w:r>
      <w:r>
        <w:rPr>
          <w:rFonts w:eastAsia="Calibri"/>
        </w:rPr>
        <w:t>, kter</w:t>
      </w:r>
      <w:r w:rsidR="002756CE">
        <w:rPr>
          <w:rFonts w:eastAsia="Calibri"/>
        </w:rPr>
        <w:t>é</w:t>
      </w:r>
      <w:r>
        <w:rPr>
          <w:rFonts w:eastAsia="Calibri"/>
        </w:rPr>
        <w:t xml:space="preserve"> vzhledem k velikosti </w:t>
      </w:r>
      <w:proofErr w:type="spellStart"/>
      <w:r>
        <w:rPr>
          <w:rFonts w:eastAsia="Calibri"/>
        </w:rPr>
        <w:t>žst</w:t>
      </w:r>
      <w:proofErr w:type="spellEnd"/>
      <w:r>
        <w:rPr>
          <w:rFonts w:eastAsia="Calibri"/>
        </w:rPr>
        <w:t xml:space="preserve">. Brno Maloměřice a ke spoustě dílčích realizovaných staveb </w:t>
      </w:r>
      <w:r w:rsidR="002756CE">
        <w:rPr>
          <w:rFonts w:eastAsia="Calibri"/>
        </w:rPr>
        <w:t xml:space="preserve">v jejím obvodu, jako celek </w:t>
      </w:r>
      <w:r>
        <w:rPr>
          <w:rFonts w:eastAsia="Calibri"/>
        </w:rPr>
        <w:t xml:space="preserve">nesouhlasí se skutečností. Rozsah </w:t>
      </w:r>
      <w:proofErr w:type="spellStart"/>
      <w:r>
        <w:rPr>
          <w:rFonts w:eastAsia="Calibri"/>
        </w:rPr>
        <w:t>žst</w:t>
      </w:r>
      <w:proofErr w:type="spellEnd"/>
      <w:r>
        <w:rPr>
          <w:rFonts w:eastAsia="Calibri"/>
        </w:rPr>
        <w:t xml:space="preserve">. Maloměřice je 44,280km střední rozvinuté délky trakčního vedení </w:t>
      </w:r>
      <w:r w:rsidR="002756CE">
        <w:rPr>
          <w:rFonts w:eastAsia="Calibri"/>
        </w:rPr>
        <w:t>(tj. bez nástavků).</w:t>
      </w:r>
    </w:p>
    <w:p w14:paraId="3B67C881" w14:textId="77777777" w:rsidR="00DF7BAA" w:rsidRDefault="00DF7BAA" w:rsidP="00DF7BAA">
      <w:pPr>
        <w:pStyle w:val="Nadpis2-2"/>
      </w:pPr>
      <w:bookmarkStart w:id="50" w:name="_Toc6410458"/>
      <w:bookmarkStart w:id="51" w:name="_Toc128575921"/>
      <w:r>
        <w:lastRenderedPageBreak/>
        <w:t>Životní prostředí</w:t>
      </w:r>
      <w:bookmarkEnd w:id="51"/>
      <w:r>
        <w:t xml:space="preserve"> </w:t>
      </w:r>
      <w:bookmarkEnd w:id="50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a realizace staveb, který je </w:t>
      </w:r>
      <w:proofErr w:type="gramStart"/>
      <w:r w:rsidRPr="00067FA3">
        <w:rPr>
          <w:rStyle w:val="Tun"/>
          <w:b w:val="0"/>
        </w:rPr>
        <w:t>přílohou B.3 směrnice</w:t>
      </w:r>
      <w:proofErr w:type="gramEnd"/>
      <w:r w:rsidRPr="00067FA3">
        <w:rPr>
          <w:rStyle w:val="Tun"/>
          <w:b w:val="0"/>
        </w:rPr>
        <w:t xml:space="preserve">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Pr="008A28BB" w:rsidRDefault="00DF7BAA" w:rsidP="00DF7BAA">
      <w:pPr>
        <w:pStyle w:val="Nadpis2-1"/>
      </w:pPr>
      <w:bookmarkStart w:id="52" w:name="_Toc6410460"/>
      <w:bookmarkStart w:id="53" w:name="_Toc128575922"/>
      <w:r w:rsidRPr="008A28BB">
        <w:t>ORGANIZACE VÝSTAVBY, VÝLUKY</w:t>
      </w:r>
      <w:bookmarkEnd w:id="52"/>
      <w:bookmarkEnd w:id="53"/>
    </w:p>
    <w:p w14:paraId="10DACBE2" w14:textId="27CD1340" w:rsidR="00B60031" w:rsidRPr="008A28BB" w:rsidRDefault="008A28BB" w:rsidP="001A4CA5">
      <w:pPr>
        <w:pStyle w:val="Text2-1"/>
      </w:pPr>
      <w:r w:rsidRPr="008A28BB">
        <w:t>Při zpracování harmonogramu a při objednávání výluk je nutné vycházet z jednotlivých stavebních postupů a dodržet množství a délku předjednaných výluk.</w:t>
      </w:r>
    </w:p>
    <w:p w14:paraId="34CC474A" w14:textId="5D77EE41" w:rsidR="00DF7BAA" w:rsidRPr="008A28BB" w:rsidRDefault="00DF7BAA" w:rsidP="00DF7BAA">
      <w:pPr>
        <w:pStyle w:val="Text2-1"/>
      </w:pPr>
      <w:r w:rsidRPr="008A28BB">
        <w:t>V harmonogramu postupu prací je nutno respektovat zejména následující požadavky a termíny:</w:t>
      </w:r>
    </w:p>
    <w:p w14:paraId="1BD79F7A" w14:textId="77777777" w:rsidR="00DF7BAA" w:rsidRPr="008A28BB" w:rsidRDefault="00DF7BAA" w:rsidP="0047647C">
      <w:pPr>
        <w:pStyle w:val="Odrka1-1"/>
        <w:numPr>
          <w:ilvl w:val="0"/>
          <w:numId w:val="4"/>
        </w:numPr>
        <w:spacing w:after="60"/>
      </w:pPr>
      <w:r w:rsidRPr="008A28BB">
        <w:t>termín zahájení a ukončení stavby</w:t>
      </w:r>
    </w:p>
    <w:p w14:paraId="3A0DCAA3" w14:textId="77777777" w:rsidR="00DF7BAA" w:rsidRPr="008A28BB" w:rsidRDefault="00DF7BAA" w:rsidP="0047647C">
      <w:pPr>
        <w:pStyle w:val="Odrka1-1"/>
        <w:numPr>
          <w:ilvl w:val="0"/>
          <w:numId w:val="4"/>
        </w:numPr>
        <w:spacing w:after="60"/>
      </w:pPr>
      <w:r w:rsidRPr="008A28BB">
        <w:t>možné termíny uvádění provozuschopných celků do provozu</w:t>
      </w:r>
    </w:p>
    <w:p w14:paraId="3E239559" w14:textId="77777777" w:rsidR="00DF7BAA" w:rsidRPr="008A28BB" w:rsidRDefault="00DF7BAA" w:rsidP="0047647C">
      <w:pPr>
        <w:pStyle w:val="Odrka1-1"/>
        <w:numPr>
          <w:ilvl w:val="0"/>
          <w:numId w:val="4"/>
        </w:numPr>
        <w:spacing w:after="60"/>
      </w:pPr>
      <w:r w:rsidRPr="008A28BB">
        <w:t>výlukovou činnost s maximálním využitím výlukových časů</w:t>
      </w:r>
    </w:p>
    <w:p w14:paraId="762551C4" w14:textId="77777777" w:rsidR="00DF7BAA" w:rsidRPr="008A28BB" w:rsidRDefault="00DF7BAA" w:rsidP="0047647C">
      <w:pPr>
        <w:pStyle w:val="Odrka1-1"/>
        <w:numPr>
          <w:ilvl w:val="0"/>
          <w:numId w:val="4"/>
        </w:numPr>
        <w:spacing w:after="60"/>
      </w:pPr>
      <w:r w:rsidRPr="008A28BB">
        <w:t>uzavírky pozemních komunikací</w:t>
      </w:r>
    </w:p>
    <w:p w14:paraId="10BED5A0" w14:textId="77777777" w:rsidR="00DF7BAA" w:rsidRPr="008A28BB" w:rsidRDefault="00DF7BAA" w:rsidP="0047647C">
      <w:pPr>
        <w:pStyle w:val="Odrka1-1"/>
        <w:numPr>
          <w:ilvl w:val="0"/>
          <w:numId w:val="4"/>
        </w:numPr>
        <w:spacing w:after="60"/>
      </w:pPr>
      <w:r w:rsidRPr="008A28BB">
        <w:t>přechodové stavy, provozní zkoušky (kontrolní a zkušební plán)</w:t>
      </w:r>
    </w:p>
    <w:p w14:paraId="041613B3" w14:textId="77777777" w:rsidR="00DF7BAA" w:rsidRPr="008A28BB" w:rsidRDefault="00DF7BAA" w:rsidP="0047647C">
      <w:pPr>
        <w:pStyle w:val="Odrka1-1"/>
        <w:numPr>
          <w:ilvl w:val="0"/>
          <w:numId w:val="4"/>
        </w:numPr>
        <w:spacing w:after="60"/>
      </w:pPr>
      <w:r w:rsidRPr="008A28BB">
        <w:t>koordinace se souběžně probíhajícími stavbami</w:t>
      </w:r>
    </w:p>
    <w:p w14:paraId="5DFE72D2" w14:textId="3D2854EC" w:rsidR="00DF7BAA" w:rsidRPr="008A28BB" w:rsidRDefault="00DF7BAA" w:rsidP="00DF7BAA">
      <w:pPr>
        <w:pStyle w:val="Text2-1"/>
      </w:pPr>
      <w:r w:rsidRPr="008A28BB">
        <w:t xml:space="preserve">Zhotovitel se zavazuje </w:t>
      </w:r>
      <w:r w:rsidR="006C02D2">
        <w:t xml:space="preserve">požadované výluky projednat a </w:t>
      </w:r>
      <w:r w:rsidRPr="008A28BB">
        <w:t>považovat množství a délku výluk</w:t>
      </w:r>
      <w:r w:rsidR="006C02D2">
        <w:t xml:space="preserve"> uvedených v plánu výluk </w:t>
      </w:r>
      <w:r w:rsidRPr="008A28BB">
        <w:t xml:space="preserve">za maximální. Objednatel si vyhrazuje právo pozměnit </w:t>
      </w:r>
      <w:r w:rsidR="00DB58AA" w:rsidRPr="008A28BB">
        <w:t>Z</w:t>
      </w:r>
      <w:r w:rsidRPr="008A28BB">
        <w:t>hotoviteli navržené časové horizonty rozhodujících výluk s cílem dosáhnout jejich maximálního využití a sladění s výlukami sousedních staveb.</w:t>
      </w:r>
    </w:p>
    <w:p w14:paraId="3433DF18" w14:textId="77777777" w:rsidR="00DF7BAA" w:rsidRDefault="00DF7BAA" w:rsidP="00DF7BAA">
      <w:pPr>
        <w:pStyle w:val="Nadpis2-1"/>
      </w:pPr>
      <w:bookmarkStart w:id="54" w:name="_Toc6410461"/>
      <w:bookmarkStart w:id="55" w:name="_Toc128575923"/>
      <w:r w:rsidRPr="00EC2E51">
        <w:t>SOUVISEJÍCÍ</w:t>
      </w:r>
      <w:r>
        <w:t xml:space="preserve"> DOKUMENTY A PŘEDPISY</w:t>
      </w:r>
      <w:bookmarkEnd w:id="54"/>
      <w:bookmarkEnd w:id="55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 xml:space="preserve">Zhotovitel se zavazuje provádět dílo v souladu s obecně závaznými právními předpisy České republiky a EU, technickými normami a s dokumenty a vnitřními </w:t>
      </w:r>
      <w:r w:rsidRPr="00524520">
        <w:rPr>
          <w:b/>
        </w:rPr>
        <w:lastRenderedPageBreak/>
        <w:t>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bookmarkEnd w:id="6"/>
    <w:bookmarkEnd w:id="7"/>
    <w:bookmarkEnd w:id="8"/>
    <w:bookmarkEnd w:id="9"/>
    <w:bookmarkEnd w:id="10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39563" w14:textId="77777777" w:rsidR="00506A7B" w:rsidRDefault="00506A7B" w:rsidP="00962258">
      <w:pPr>
        <w:spacing w:after="0" w:line="240" w:lineRule="auto"/>
      </w:pPr>
      <w:r>
        <w:separator/>
      </w:r>
    </w:p>
  </w:endnote>
  <w:endnote w:type="continuationSeparator" w:id="0">
    <w:p w14:paraId="377B2BC3" w14:textId="77777777" w:rsidR="00506A7B" w:rsidRDefault="00506A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7094A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013A35B1" w:rsidR="0057094A" w:rsidRPr="00B8518B" w:rsidRDefault="0057094A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4B22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4B22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44A6C21F" w:rsidR="0057094A" w:rsidRDefault="002F2A82" w:rsidP="003462EB">
          <w:pPr>
            <w:pStyle w:val="Zpatvlevo"/>
          </w:pPr>
          <w:fldSimple w:instr=" STYLEREF  _Název_akce  \* MERGEFORMAT ">
            <w:r w:rsidR="00CE4B22">
              <w:rPr>
                <w:noProof/>
              </w:rPr>
              <w:t>Oprava TV v žst. Brno Maloměřice</w:t>
            </w:r>
            <w:r w:rsidR="00CE4B22">
              <w:rPr>
                <w:noProof/>
              </w:rPr>
              <w:cr/>
            </w:r>
          </w:fldSimple>
          <w:r w:rsidR="0057094A">
            <w:t>Příloha č. 2 c)</w:t>
          </w:r>
          <w:r w:rsidR="0057094A" w:rsidRPr="003462EB">
            <w:t xml:space="preserve"> </w:t>
          </w:r>
        </w:p>
        <w:p w14:paraId="178E0553" w14:textId="77777777" w:rsidR="0057094A" w:rsidRPr="003462EB" w:rsidRDefault="0057094A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57094A" w:rsidRPr="00614E71" w:rsidRDefault="0057094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7094A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4DA5E29D" w:rsidR="0057094A" w:rsidRDefault="002F2A82" w:rsidP="003B111D">
          <w:pPr>
            <w:pStyle w:val="Zpatvpravo"/>
          </w:pPr>
          <w:fldSimple w:instr=" STYLEREF  _Název_akce  \* MERGEFORMAT ">
            <w:r w:rsidR="00CE4B22">
              <w:rPr>
                <w:noProof/>
              </w:rPr>
              <w:t>Oprava TV v žst. Brno Maloměřice</w:t>
            </w:r>
            <w:r w:rsidR="00CE4B22">
              <w:rPr>
                <w:noProof/>
              </w:rPr>
              <w:cr/>
            </w:r>
          </w:fldSimple>
          <w:r w:rsidR="0057094A">
            <w:t>Příloha č. 2 c)</w:t>
          </w:r>
        </w:p>
        <w:p w14:paraId="5D9BD160" w14:textId="77777777" w:rsidR="0057094A" w:rsidRPr="003462EB" w:rsidRDefault="0057094A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1DAFB3C9" w:rsidR="0057094A" w:rsidRPr="009E09BE" w:rsidRDefault="0057094A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4B22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4B22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57094A" w:rsidRPr="00B8518B" w:rsidRDefault="0057094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57094A" w:rsidRPr="00B8518B" w:rsidRDefault="0057094A" w:rsidP="00460660">
    <w:pPr>
      <w:pStyle w:val="Zpat"/>
      <w:rPr>
        <w:sz w:val="2"/>
        <w:szCs w:val="2"/>
      </w:rPr>
    </w:pPr>
  </w:p>
  <w:p w14:paraId="53F277EE" w14:textId="77777777" w:rsidR="0057094A" w:rsidRDefault="0057094A" w:rsidP="00757290">
    <w:pPr>
      <w:pStyle w:val="Zpatvlevo"/>
      <w:rPr>
        <w:rFonts w:cs="Calibri"/>
        <w:szCs w:val="12"/>
      </w:rPr>
    </w:pPr>
  </w:p>
  <w:p w14:paraId="17EFC080" w14:textId="77777777" w:rsidR="0057094A" w:rsidRPr="00460660" w:rsidRDefault="0057094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BDA3A" w14:textId="77777777" w:rsidR="00506A7B" w:rsidRDefault="00506A7B" w:rsidP="00962258">
      <w:pPr>
        <w:spacing w:after="0" w:line="240" w:lineRule="auto"/>
      </w:pPr>
      <w:r>
        <w:separator/>
      </w:r>
    </w:p>
  </w:footnote>
  <w:footnote w:type="continuationSeparator" w:id="0">
    <w:p w14:paraId="43435D53" w14:textId="77777777" w:rsidR="00506A7B" w:rsidRDefault="00506A7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7094A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57094A" w:rsidRPr="00B8518B" w:rsidRDefault="005709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57094A" w:rsidRDefault="005709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57094A" w:rsidRPr="00D6163D" w:rsidRDefault="0057094A" w:rsidP="00FC6389">
          <w:pPr>
            <w:pStyle w:val="Druhdokumentu"/>
          </w:pPr>
        </w:p>
      </w:tc>
    </w:tr>
    <w:tr w:rsidR="0057094A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57094A" w:rsidRPr="00B8518B" w:rsidRDefault="005709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57094A" w:rsidRDefault="0057094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57094A" w:rsidRPr="00D6163D" w:rsidRDefault="0057094A" w:rsidP="00FC6389">
          <w:pPr>
            <w:pStyle w:val="Druhdokumentu"/>
          </w:pPr>
        </w:p>
      </w:tc>
    </w:tr>
  </w:tbl>
  <w:p w14:paraId="53E85CAA" w14:textId="77777777" w:rsidR="0057094A" w:rsidRPr="00D6163D" w:rsidRDefault="0057094A" w:rsidP="00FC6389">
    <w:pPr>
      <w:pStyle w:val="Zhlav"/>
      <w:rPr>
        <w:sz w:val="8"/>
        <w:szCs w:val="8"/>
      </w:rPr>
    </w:pPr>
  </w:p>
  <w:p w14:paraId="1437D3AE" w14:textId="77777777" w:rsidR="0057094A" w:rsidRPr="00460660" w:rsidRDefault="0057094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69E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56CE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A82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4769"/>
    <w:rsid w:val="0047647C"/>
    <w:rsid w:val="00477143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6A7B"/>
    <w:rsid w:val="005074F3"/>
    <w:rsid w:val="00511AB9"/>
    <w:rsid w:val="00515137"/>
    <w:rsid w:val="00516B47"/>
    <w:rsid w:val="005220AF"/>
    <w:rsid w:val="00523BB5"/>
    <w:rsid w:val="00523EA7"/>
    <w:rsid w:val="0052412C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094A"/>
    <w:rsid w:val="005736B7"/>
    <w:rsid w:val="00575E5A"/>
    <w:rsid w:val="00577486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24A"/>
    <w:rsid w:val="006B13A8"/>
    <w:rsid w:val="006B2318"/>
    <w:rsid w:val="006B2436"/>
    <w:rsid w:val="006B3D79"/>
    <w:rsid w:val="006B3E78"/>
    <w:rsid w:val="006B6FE4"/>
    <w:rsid w:val="006C02D2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4D91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28BB"/>
    <w:rsid w:val="008A3568"/>
    <w:rsid w:val="008A3ACD"/>
    <w:rsid w:val="008A4FE4"/>
    <w:rsid w:val="008A6999"/>
    <w:rsid w:val="008B2B40"/>
    <w:rsid w:val="008B391B"/>
    <w:rsid w:val="008B6573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C7A33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4B22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0F30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A47BA"/>
    <w:rsid w:val="00553D37"/>
    <w:rsid w:val="005A5A36"/>
    <w:rsid w:val="005B1DD6"/>
    <w:rsid w:val="005C446F"/>
    <w:rsid w:val="00641106"/>
    <w:rsid w:val="006F603D"/>
    <w:rsid w:val="007263AB"/>
    <w:rsid w:val="007A54EE"/>
    <w:rsid w:val="007C04C2"/>
    <w:rsid w:val="007C185D"/>
    <w:rsid w:val="008417F1"/>
    <w:rsid w:val="008436CA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BF195B1-0A45-4A3B-B793-C3E101D2A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150</TotalTime>
  <Pages>13</Pages>
  <Words>5327</Words>
  <Characters>31436</Characters>
  <Application>Microsoft Office Word</Application>
  <DocSecurity>0</DocSecurity>
  <Lines>261</Lines>
  <Paragraphs>73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Pospíšek Jaroslav, Ing.</cp:lastModifiedBy>
  <cp:revision>19</cp:revision>
  <cp:lastPrinted>2022-12-07T13:03:00Z</cp:lastPrinted>
  <dcterms:created xsi:type="dcterms:W3CDTF">2023-01-17T14:50:00Z</dcterms:created>
  <dcterms:modified xsi:type="dcterms:W3CDTF">2023-03-01T14:11:00Z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